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535"/>
        <w:gridCol w:w="2665"/>
        <w:gridCol w:w="506"/>
        <w:gridCol w:w="2075"/>
      </w:tblGrid>
      <w:tr w:rsidR="00B64DB3" w14:paraId="32C8B09B" w14:textId="77777777" w:rsidTr="00123B8F">
        <w:trPr>
          <w:trHeight w:hRule="exact" w:val="113"/>
        </w:trPr>
        <w:tc>
          <w:tcPr>
            <w:tcW w:w="4535" w:type="dxa"/>
            <w:vMerge w:val="restart"/>
          </w:tcPr>
          <w:p w14:paraId="6C0445A0" w14:textId="77777777" w:rsidR="00B64DB3" w:rsidRPr="00C20961" w:rsidRDefault="00B64DB3" w:rsidP="00C20961">
            <w:pPr>
              <w:pStyle w:val="KeinLeerraum"/>
            </w:pPr>
            <w:r w:rsidRPr="00C20961">
              <w:t>Absendername, Instit</w:t>
            </w:r>
            <w:r>
              <w:t>u</w:t>
            </w:r>
            <w:r w:rsidRPr="00C20961">
              <w:t>tion/Unternehmen</w:t>
            </w:r>
            <w:r>
              <w:br/>
            </w:r>
            <w:r w:rsidRPr="00C20961">
              <w:t xml:space="preserve">Absenderstraße </w:t>
            </w:r>
            <w:r w:rsidR="002C1961">
              <w:t>0</w:t>
            </w:r>
            <w:r w:rsidRPr="00C20961">
              <w:t>0, 00000 Absenderstadt</w:t>
            </w:r>
          </w:p>
        </w:tc>
        <w:tc>
          <w:tcPr>
            <w:tcW w:w="2665" w:type="dxa"/>
          </w:tcPr>
          <w:p w14:paraId="7AEFF632" w14:textId="77777777" w:rsidR="00B64DB3" w:rsidRDefault="00B64DB3" w:rsidP="00F94AAE">
            <w:pPr>
              <w:pStyle w:val="Absender"/>
            </w:pPr>
          </w:p>
        </w:tc>
        <w:tc>
          <w:tcPr>
            <w:tcW w:w="2581" w:type="dxa"/>
            <w:gridSpan w:val="2"/>
            <w:tcMar>
              <w:bottom w:w="17" w:type="dxa"/>
            </w:tcMar>
          </w:tcPr>
          <w:p w14:paraId="62C4CBBB" w14:textId="77777777" w:rsidR="00B64DB3" w:rsidRDefault="00B64DB3" w:rsidP="00B64DB3">
            <w:pPr>
              <w:pStyle w:val="AbsenderInstitution"/>
            </w:pPr>
          </w:p>
        </w:tc>
      </w:tr>
      <w:tr w:rsidR="00B64DB3" w14:paraId="4347D22B" w14:textId="77777777" w:rsidTr="00123B8F">
        <w:trPr>
          <w:trHeight w:hRule="exact" w:val="170"/>
        </w:trPr>
        <w:tc>
          <w:tcPr>
            <w:tcW w:w="4535" w:type="dxa"/>
            <w:vMerge/>
          </w:tcPr>
          <w:p w14:paraId="582C04D2" w14:textId="77777777" w:rsidR="00B64DB3" w:rsidRPr="00C20961" w:rsidRDefault="00B64DB3" w:rsidP="00C20961">
            <w:pPr>
              <w:pStyle w:val="KeinLeerraum"/>
            </w:pPr>
          </w:p>
        </w:tc>
        <w:tc>
          <w:tcPr>
            <w:tcW w:w="2665" w:type="dxa"/>
          </w:tcPr>
          <w:p w14:paraId="2BC1D650" w14:textId="77777777" w:rsidR="00B64DB3" w:rsidRDefault="00B64DB3" w:rsidP="00F94AAE">
            <w:pPr>
              <w:pStyle w:val="Absender"/>
            </w:pPr>
          </w:p>
        </w:tc>
        <w:tc>
          <w:tcPr>
            <w:tcW w:w="2581" w:type="dxa"/>
            <w:gridSpan w:val="2"/>
            <w:tcMar>
              <w:bottom w:w="17" w:type="dxa"/>
            </w:tcMar>
          </w:tcPr>
          <w:p w14:paraId="464795BA" w14:textId="77777777" w:rsidR="00B64DB3" w:rsidRDefault="00B64DB3" w:rsidP="00B64DB3">
            <w:pPr>
              <w:pStyle w:val="AbsenderInstitution"/>
            </w:pPr>
            <w:r>
              <w:t>Institution/Unternehmen</w:t>
            </w:r>
          </w:p>
        </w:tc>
      </w:tr>
      <w:tr w:rsidR="002C1961" w14:paraId="776152D4" w14:textId="77777777" w:rsidTr="00123B8F">
        <w:trPr>
          <w:trHeight w:val="198"/>
        </w:trPr>
        <w:tc>
          <w:tcPr>
            <w:tcW w:w="4535" w:type="dxa"/>
          </w:tcPr>
          <w:p w14:paraId="35568E0B" w14:textId="77777777" w:rsidR="002C1961" w:rsidRDefault="002C1961" w:rsidP="00F94AAE">
            <w:pPr>
              <w:pStyle w:val="Absender"/>
            </w:pPr>
          </w:p>
        </w:tc>
        <w:tc>
          <w:tcPr>
            <w:tcW w:w="2665" w:type="dxa"/>
          </w:tcPr>
          <w:p w14:paraId="54940E57" w14:textId="77777777" w:rsidR="002C1961" w:rsidRDefault="002C1961" w:rsidP="00F94AAE">
            <w:pPr>
              <w:pStyle w:val="Absender"/>
            </w:pPr>
          </w:p>
        </w:tc>
        <w:tc>
          <w:tcPr>
            <w:tcW w:w="2581" w:type="dxa"/>
            <w:gridSpan w:val="2"/>
          </w:tcPr>
          <w:p w14:paraId="4EF71159" w14:textId="77777777" w:rsidR="002C1961" w:rsidRDefault="002C1961" w:rsidP="00F94AAE">
            <w:pPr>
              <w:pStyle w:val="Absender"/>
            </w:pPr>
            <w:r>
              <w:t>Absendername</w:t>
            </w:r>
          </w:p>
        </w:tc>
      </w:tr>
      <w:tr w:rsidR="002C1961" w14:paraId="0C1CDA93" w14:textId="77777777" w:rsidTr="00123B8F">
        <w:trPr>
          <w:trHeight w:val="198"/>
        </w:trPr>
        <w:tc>
          <w:tcPr>
            <w:tcW w:w="4535" w:type="dxa"/>
          </w:tcPr>
          <w:p w14:paraId="6BB38480" w14:textId="77777777" w:rsidR="002C1961" w:rsidRDefault="002C1961" w:rsidP="00F94AAE">
            <w:pPr>
              <w:pStyle w:val="Absender"/>
            </w:pPr>
          </w:p>
        </w:tc>
        <w:tc>
          <w:tcPr>
            <w:tcW w:w="2665" w:type="dxa"/>
          </w:tcPr>
          <w:p w14:paraId="60EF1B82" w14:textId="77777777" w:rsidR="002C1961" w:rsidRDefault="002C1961" w:rsidP="00F94AAE">
            <w:pPr>
              <w:pStyle w:val="Absender"/>
            </w:pPr>
          </w:p>
        </w:tc>
        <w:tc>
          <w:tcPr>
            <w:tcW w:w="2581" w:type="dxa"/>
            <w:gridSpan w:val="2"/>
          </w:tcPr>
          <w:p w14:paraId="4FFF318D" w14:textId="77777777" w:rsidR="002C1961" w:rsidRDefault="002C1961" w:rsidP="00F94AAE">
            <w:pPr>
              <w:pStyle w:val="Absender"/>
            </w:pPr>
            <w:r>
              <w:t>Absenderstraße 00</w:t>
            </w:r>
          </w:p>
        </w:tc>
      </w:tr>
      <w:tr w:rsidR="006E2AE0" w:rsidRPr="000C4651" w14:paraId="3E295EBA" w14:textId="77777777" w:rsidTr="00123B8F">
        <w:trPr>
          <w:trHeight w:val="198"/>
        </w:trPr>
        <w:tc>
          <w:tcPr>
            <w:tcW w:w="4535" w:type="dxa"/>
            <w:vMerge w:val="restart"/>
          </w:tcPr>
          <w:p w14:paraId="49F9DF8A" w14:textId="77777777" w:rsidR="006E2AE0" w:rsidRDefault="006E2AE0" w:rsidP="00A94EF3">
            <w:pPr>
              <w:pStyle w:val="Empfnger"/>
            </w:pPr>
            <w:r>
              <w:t>Empfängername</w:t>
            </w:r>
          </w:p>
          <w:p w14:paraId="12019C6F" w14:textId="77777777" w:rsidR="006E2AE0" w:rsidRDefault="006E2AE0" w:rsidP="00A94EF3">
            <w:pPr>
              <w:pStyle w:val="Empfnger"/>
            </w:pPr>
            <w:r>
              <w:t>Institution/Unternehmen</w:t>
            </w:r>
          </w:p>
          <w:p w14:paraId="62DB05FF" w14:textId="77777777" w:rsidR="006E2AE0" w:rsidRDefault="006E2AE0" w:rsidP="00A94EF3">
            <w:pPr>
              <w:pStyle w:val="Empfnger"/>
            </w:pPr>
            <w:r>
              <w:t>Empfängerstraße 0</w:t>
            </w:r>
          </w:p>
          <w:p w14:paraId="0781DFE8" w14:textId="77777777" w:rsidR="006E2AE0" w:rsidRDefault="006E2AE0" w:rsidP="00A94EF3">
            <w:pPr>
              <w:pStyle w:val="Empfnger"/>
            </w:pPr>
            <w:r>
              <w:t>00000 Empfängerstadt</w:t>
            </w:r>
          </w:p>
        </w:tc>
        <w:tc>
          <w:tcPr>
            <w:tcW w:w="2665" w:type="dxa"/>
          </w:tcPr>
          <w:p w14:paraId="1C7779B6" w14:textId="77777777" w:rsidR="006E2AE0" w:rsidRDefault="006E2AE0" w:rsidP="00F94AAE">
            <w:pPr>
              <w:pStyle w:val="Absender"/>
            </w:pPr>
          </w:p>
        </w:tc>
        <w:tc>
          <w:tcPr>
            <w:tcW w:w="2581" w:type="dxa"/>
            <w:gridSpan w:val="2"/>
          </w:tcPr>
          <w:p w14:paraId="2E84F7F6" w14:textId="77777777" w:rsidR="006E2AE0" w:rsidRDefault="006E2AE0" w:rsidP="00F94AAE">
            <w:pPr>
              <w:pStyle w:val="Absender"/>
            </w:pPr>
            <w:r>
              <w:t>00000 Absenderstadt</w:t>
            </w:r>
          </w:p>
        </w:tc>
      </w:tr>
      <w:tr w:rsidR="006E2AE0" w14:paraId="66C3A865" w14:textId="77777777" w:rsidTr="00123B8F">
        <w:trPr>
          <w:trHeight w:val="198"/>
        </w:trPr>
        <w:tc>
          <w:tcPr>
            <w:tcW w:w="4535" w:type="dxa"/>
            <w:vMerge/>
          </w:tcPr>
          <w:p w14:paraId="5423CE8D" w14:textId="77777777" w:rsidR="006E2AE0" w:rsidRDefault="006E2AE0" w:rsidP="00A94EF3">
            <w:pPr>
              <w:pStyle w:val="Empfnger"/>
            </w:pPr>
          </w:p>
        </w:tc>
        <w:tc>
          <w:tcPr>
            <w:tcW w:w="2665" w:type="dxa"/>
          </w:tcPr>
          <w:p w14:paraId="7CB7CDE9" w14:textId="77777777" w:rsidR="006E2AE0" w:rsidRDefault="006E2AE0" w:rsidP="00F94AAE">
            <w:pPr>
              <w:pStyle w:val="Absender"/>
            </w:pPr>
          </w:p>
        </w:tc>
        <w:tc>
          <w:tcPr>
            <w:tcW w:w="506" w:type="dxa"/>
          </w:tcPr>
          <w:p w14:paraId="326369EB" w14:textId="77777777" w:rsidR="006E2AE0" w:rsidRDefault="006E2AE0" w:rsidP="00F94AAE">
            <w:pPr>
              <w:pStyle w:val="Absender"/>
            </w:pPr>
          </w:p>
        </w:tc>
        <w:tc>
          <w:tcPr>
            <w:tcW w:w="2075" w:type="dxa"/>
          </w:tcPr>
          <w:p w14:paraId="2AE32308" w14:textId="77777777" w:rsidR="006E2AE0" w:rsidRDefault="006E2AE0" w:rsidP="00F94AAE">
            <w:pPr>
              <w:pStyle w:val="Absender"/>
            </w:pPr>
          </w:p>
        </w:tc>
      </w:tr>
      <w:tr w:rsidR="006E2AE0" w14:paraId="155D0BFB" w14:textId="77777777" w:rsidTr="00123B8F">
        <w:trPr>
          <w:trHeight w:val="198"/>
        </w:trPr>
        <w:tc>
          <w:tcPr>
            <w:tcW w:w="4535" w:type="dxa"/>
            <w:vMerge/>
          </w:tcPr>
          <w:p w14:paraId="7B201742" w14:textId="77777777" w:rsidR="006E2AE0" w:rsidRDefault="006E2AE0" w:rsidP="00F94AAE">
            <w:pPr>
              <w:pStyle w:val="Absender"/>
            </w:pPr>
          </w:p>
        </w:tc>
        <w:tc>
          <w:tcPr>
            <w:tcW w:w="2665" w:type="dxa"/>
          </w:tcPr>
          <w:p w14:paraId="192946C0" w14:textId="77777777" w:rsidR="006E2AE0" w:rsidRDefault="006E2AE0" w:rsidP="00F94AAE">
            <w:pPr>
              <w:pStyle w:val="Absender"/>
            </w:pPr>
          </w:p>
        </w:tc>
        <w:tc>
          <w:tcPr>
            <w:tcW w:w="506" w:type="dxa"/>
          </w:tcPr>
          <w:p w14:paraId="5F8BEC52" w14:textId="77777777" w:rsidR="006E2AE0" w:rsidRDefault="006E2AE0" w:rsidP="00F94AAE">
            <w:pPr>
              <w:pStyle w:val="Absender"/>
            </w:pPr>
            <w:r>
              <w:t>Tel.:</w:t>
            </w:r>
          </w:p>
        </w:tc>
        <w:tc>
          <w:tcPr>
            <w:tcW w:w="2075" w:type="dxa"/>
          </w:tcPr>
          <w:p w14:paraId="15F5E4F3" w14:textId="77777777" w:rsidR="006E2AE0" w:rsidRDefault="006E2AE0" w:rsidP="00F94AAE">
            <w:pPr>
              <w:pStyle w:val="Absender"/>
            </w:pPr>
            <w:r>
              <w:t>+49 (0) 30 123 5678</w:t>
            </w:r>
          </w:p>
        </w:tc>
      </w:tr>
      <w:tr w:rsidR="006E2AE0" w14:paraId="33EEF9F0" w14:textId="77777777" w:rsidTr="00123B8F">
        <w:trPr>
          <w:trHeight w:val="198"/>
        </w:trPr>
        <w:tc>
          <w:tcPr>
            <w:tcW w:w="4535" w:type="dxa"/>
            <w:vMerge/>
          </w:tcPr>
          <w:p w14:paraId="2DA15D86" w14:textId="77777777" w:rsidR="006E2AE0" w:rsidRDefault="006E2AE0" w:rsidP="002C1961">
            <w:pPr>
              <w:pStyle w:val="Absender"/>
            </w:pPr>
          </w:p>
        </w:tc>
        <w:tc>
          <w:tcPr>
            <w:tcW w:w="2665" w:type="dxa"/>
          </w:tcPr>
          <w:p w14:paraId="228DA025" w14:textId="77777777" w:rsidR="006E2AE0" w:rsidRDefault="006E2AE0" w:rsidP="002C1961">
            <w:pPr>
              <w:pStyle w:val="Absender"/>
            </w:pPr>
          </w:p>
        </w:tc>
        <w:tc>
          <w:tcPr>
            <w:tcW w:w="506" w:type="dxa"/>
          </w:tcPr>
          <w:p w14:paraId="2E456357" w14:textId="77777777" w:rsidR="006E2AE0" w:rsidRDefault="006E2AE0" w:rsidP="002C1961">
            <w:pPr>
              <w:pStyle w:val="Absender"/>
            </w:pPr>
            <w:r>
              <w:t>Fax:</w:t>
            </w:r>
          </w:p>
        </w:tc>
        <w:tc>
          <w:tcPr>
            <w:tcW w:w="2075" w:type="dxa"/>
          </w:tcPr>
          <w:p w14:paraId="3700C76A" w14:textId="77777777" w:rsidR="006E2AE0" w:rsidRDefault="006E2AE0" w:rsidP="002C1961">
            <w:pPr>
              <w:pStyle w:val="Absender"/>
            </w:pPr>
            <w:r>
              <w:t>+49 (0) 30 123 5679</w:t>
            </w:r>
          </w:p>
        </w:tc>
      </w:tr>
      <w:tr w:rsidR="006E2AE0" w14:paraId="4F9529ED" w14:textId="77777777" w:rsidTr="00123B8F">
        <w:trPr>
          <w:trHeight w:val="198"/>
        </w:trPr>
        <w:tc>
          <w:tcPr>
            <w:tcW w:w="4535" w:type="dxa"/>
            <w:vMerge/>
          </w:tcPr>
          <w:p w14:paraId="71F72A27" w14:textId="77777777" w:rsidR="006E2AE0" w:rsidRDefault="006E2AE0" w:rsidP="002C1961">
            <w:pPr>
              <w:pStyle w:val="Absender"/>
            </w:pPr>
          </w:p>
        </w:tc>
        <w:tc>
          <w:tcPr>
            <w:tcW w:w="2665" w:type="dxa"/>
          </w:tcPr>
          <w:p w14:paraId="3218FC53" w14:textId="77777777" w:rsidR="006E2AE0" w:rsidRDefault="006E2AE0" w:rsidP="002C1961">
            <w:pPr>
              <w:pStyle w:val="Absender"/>
            </w:pPr>
          </w:p>
        </w:tc>
        <w:tc>
          <w:tcPr>
            <w:tcW w:w="506" w:type="dxa"/>
          </w:tcPr>
          <w:p w14:paraId="0394D432" w14:textId="77777777" w:rsidR="006E2AE0" w:rsidRDefault="006E2AE0" w:rsidP="002C1961">
            <w:pPr>
              <w:pStyle w:val="Absender"/>
            </w:pPr>
            <w:r>
              <w:t>E-Mail:</w:t>
            </w:r>
          </w:p>
        </w:tc>
        <w:tc>
          <w:tcPr>
            <w:tcW w:w="2075" w:type="dxa"/>
          </w:tcPr>
          <w:p w14:paraId="7F9D460C" w14:textId="77777777" w:rsidR="006E2AE0" w:rsidRDefault="006E2AE0" w:rsidP="002C1961">
            <w:pPr>
              <w:pStyle w:val="Absender"/>
            </w:pPr>
            <w:r>
              <w:t>max@absender.de</w:t>
            </w:r>
          </w:p>
        </w:tc>
      </w:tr>
      <w:tr w:rsidR="006E2AE0" w14:paraId="018A9A8D" w14:textId="77777777" w:rsidTr="00123B8F">
        <w:trPr>
          <w:trHeight w:val="198"/>
        </w:trPr>
        <w:tc>
          <w:tcPr>
            <w:tcW w:w="4535" w:type="dxa"/>
            <w:vMerge/>
          </w:tcPr>
          <w:p w14:paraId="287654C5" w14:textId="77777777" w:rsidR="006E2AE0" w:rsidRDefault="006E2AE0" w:rsidP="002C1961">
            <w:pPr>
              <w:pStyle w:val="Absender"/>
            </w:pPr>
          </w:p>
        </w:tc>
        <w:tc>
          <w:tcPr>
            <w:tcW w:w="2665" w:type="dxa"/>
          </w:tcPr>
          <w:p w14:paraId="5E9EE414" w14:textId="77777777" w:rsidR="006E2AE0" w:rsidRDefault="006E2AE0" w:rsidP="002C1961">
            <w:pPr>
              <w:pStyle w:val="Absender"/>
            </w:pPr>
          </w:p>
        </w:tc>
        <w:tc>
          <w:tcPr>
            <w:tcW w:w="2581" w:type="dxa"/>
            <w:gridSpan w:val="2"/>
          </w:tcPr>
          <w:p w14:paraId="10A0BD4B" w14:textId="77777777" w:rsidR="006E2AE0" w:rsidRDefault="006E2AE0" w:rsidP="002C1961">
            <w:pPr>
              <w:pStyle w:val="Absender"/>
            </w:pPr>
            <w:r>
              <w:t>www.absender.de</w:t>
            </w:r>
          </w:p>
        </w:tc>
      </w:tr>
      <w:tr w:rsidR="006E2AE0" w14:paraId="0CC84A85" w14:textId="77777777" w:rsidTr="00123B8F">
        <w:trPr>
          <w:trHeight w:val="198"/>
        </w:trPr>
        <w:tc>
          <w:tcPr>
            <w:tcW w:w="4535" w:type="dxa"/>
            <w:vMerge/>
          </w:tcPr>
          <w:p w14:paraId="3D57BE75" w14:textId="77777777" w:rsidR="006E2AE0" w:rsidRDefault="006E2AE0" w:rsidP="002C1961">
            <w:pPr>
              <w:pStyle w:val="Absender"/>
            </w:pPr>
          </w:p>
        </w:tc>
        <w:tc>
          <w:tcPr>
            <w:tcW w:w="2665" w:type="dxa"/>
          </w:tcPr>
          <w:p w14:paraId="6A3260ED" w14:textId="77777777" w:rsidR="006E2AE0" w:rsidRDefault="006E2AE0" w:rsidP="002C1961">
            <w:pPr>
              <w:pStyle w:val="Absender"/>
            </w:pPr>
          </w:p>
        </w:tc>
        <w:tc>
          <w:tcPr>
            <w:tcW w:w="506" w:type="dxa"/>
          </w:tcPr>
          <w:p w14:paraId="29BD41E9" w14:textId="77777777" w:rsidR="006E2AE0" w:rsidRDefault="006E2AE0" w:rsidP="002C1961">
            <w:pPr>
              <w:pStyle w:val="Absender"/>
            </w:pPr>
          </w:p>
        </w:tc>
        <w:tc>
          <w:tcPr>
            <w:tcW w:w="2075" w:type="dxa"/>
          </w:tcPr>
          <w:p w14:paraId="5C964B01" w14:textId="77777777" w:rsidR="006E2AE0" w:rsidRDefault="006E2AE0" w:rsidP="002C1961">
            <w:pPr>
              <w:pStyle w:val="Absender"/>
            </w:pPr>
          </w:p>
        </w:tc>
      </w:tr>
      <w:tr w:rsidR="006E2AE0" w14:paraId="1ED4FEE4" w14:textId="77777777" w:rsidTr="00123B8F">
        <w:trPr>
          <w:trHeight w:val="198"/>
        </w:trPr>
        <w:tc>
          <w:tcPr>
            <w:tcW w:w="4535" w:type="dxa"/>
            <w:vMerge/>
          </w:tcPr>
          <w:p w14:paraId="7ADF8C08" w14:textId="77777777" w:rsidR="006E2AE0" w:rsidRDefault="006E2AE0" w:rsidP="002C1961">
            <w:pPr>
              <w:pStyle w:val="Absender"/>
            </w:pPr>
          </w:p>
        </w:tc>
        <w:tc>
          <w:tcPr>
            <w:tcW w:w="2665" w:type="dxa"/>
          </w:tcPr>
          <w:p w14:paraId="6D0C0631" w14:textId="77777777" w:rsidR="006E2AE0" w:rsidRDefault="006E2AE0" w:rsidP="002C1961">
            <w:pPr>
              <w:pStyle w:val="Absender"/>
            </w:pPr>
          </w:p>
        </w:tc>
        <w:tc>
          <w:tcPr>
            <w:tcW w:w="506" w:type="dxa"/>
          </w:tcPr>
          <w:p w14:paraId="0156663D" w14:textId="77777777" w:rsidR="006E2AE0" w:rsidRDefault="006E2AE0" w:rsidP="002C1961">
            <w:pPr>
              <w:pStyle w:val="Absender"/>
            </w:pPr>
            <w:r>
              <w:t>Datum:</w:t>
            </w:r>
          </w:p>
        </w:tc>
        <w:tc>
          <w:tcPr>
            <w:tcW w:w="2075" w:type="dxa"/>
          </w:tcPr>
          <w:p w14:paraId="6A9CDCF1" w14:textId="5E1F7FF9" w:rsidR="006E2AE0" w:rsidRDefault="0089437A" w:rsidP="002C1961">
            <w:pPr>
              <w:pStyle w:val="Absender"/>
            </w:pPr>
            <w:r>
              <w:t>00.00.2020</w:t>
            </w:r>
            <w:bookmarkStart w:id="0" w:name="_GoBack"/>
            <w:bookmarkEnd w:id="0"/>
          </w:p>
        </w:tc>
      </w:tr>
      <w:tr w:rsidR="006E2AE0" w14:paraId="606BD48A" w14:textId="77777777" w:rsidTr="00123B8F">
        <w:trPr>
          <w:trHeight w:val="198"/>
        </w:trPr>
        <w:tc>
          <w:tcPr>
            <w:tcW w:w="4535" w:type="dxa"/>
            <w:vMerge/>
          </w:tcPr>
          <w:p w14:paraId="6C434100" w14:textId="77777777" w:rsidR="006E2AE0" w:rsidRDefault="006E2AE0" w:rsidP="002C1961">
            <w:pPr>
              <w:pStyle w:val="Absender"/>
            </w:pPr>
          </w:p>
        </w:tc>
        <w:tc>
          <w:tcPr>
            <w:tcW w:w="2665" w:type="dxa"/>
          </w:tcPr>
          <w:p w14:paraId="6B218479" w14:textId="77777777" w:rsidR="006E2AE0" w:rsidRDefault="006E2AE0" w:rsidP="002C1961">
            <w:pPr>
              <w:pStyle w:val="Absender"/>
            </w:pPr>
          </w:p>
        </w:tc>
        <w:tc>
          <w:tcPr>
            <w:tcW w:w="506" w:type="dxa"/>
          </w:tcPr>
          <w:p w14:paraId="7FE41050" w14:textId="77777777" w:rsidR="006E2AE0" w:rsidRDefault="006E2AE0" w:rsidP="002C1961">
            <w:pPr>
              <w:pStyle w:val="Absender"/>
            </w:pPr>
            <w:r>
              <w:t>GZ:</w:t>
            </w:r>
          </w:p>
        </w:tc>
        <w:tc>
          <w:tcPr>
            <w:tcW w:w="2075" w:type="dxa"/>
          </w:tcPr>
          <w:p w14:paraId="6B52BEBA" w14:textId="77777777" w:rsidR="006E2AE0" w:rsidRDefault="006E2AE0" w:rsidP="002C1961">
            <w:pPr>
              <w:pStyle w:val="Absender"/>
            </w:pPr>
            <w:r>
              <w:t>123-4567-8910ABC</w:t>
            </w:r>
          </w:p>
        </w:tc>
      </w:tr>
      <w:tr w:rsidR="004E4EF0" w14:paraId="4B54B011" w14:textId="77777777" w:rsidTr="00123B8F">
        <w:trPr>
          <w:trHeight w:val="1077"/>
        </w:trPr>
        <w:tc>
          <w:tcPr>
            <w:tcW w:w="4535" w:type="dxa"/>
          </w:tcPr>
          <w:p w14:paraId="23C58C6C" w14:textId="77777777" w:rsidR="004E4EF0" w:rsidRDefault="004E4EF0" w:rsidP="002C1961">
            <w:pPr>
              <w:pStyle w:val="Absender"/>
            </w:pPr>
          </w:p>
        </w:tc>
        <w:tc>
          <w:tcPr>
            <w:tcW w:w="2665" w:type="dxa"/>
          </w:tcPr>
          <w:p w14:paraId="6CA8E05A" w14:textId="77777777" w:rsidR="004E4EF0" w:rsidRDefault="004E4EF0" w:rsidP="002C1961">
            <w:pPr>
              <w:pStyle w:val="Absender"/>
            </w:pPr>
          </w:p>
        </w:tc>
        <w:tc>
          <w:tcPr>
            <w:tcW w:w="506" w:type="dxa"/>
          </w:tcPr>
          <w:p w14:paraId="25B3C3B9" w14:textId="77777777" w:rsidR="004E4EF0" w:rsidRDefault="004E4EF0" w:rsidP="002C1961">
            <w:pPr>
              <w:pStyle w:val="Absender"/>
            </w:pPr>
          </w:p>
        </w:tc>
        <w:tc>
          <w:tcPr>
            <w:tcW w:w="2075" w:type="dxa"/>
          </w:tcPr>
          <w:p w14:paraId="7C6860C0" w14:textId="77777777" w:rsidR="004E4EF0" w:rsidRDefault="004E4EF0" w:rsidP="002C1961">
            <w:pPr>
              <w:pStyle w:val="Absender"/>
            </w:pPr>
          </w:p>
        </w:tc>
      </w:tr>
    </w:tbl>
    <w:p w14:paraId="0AF36202" w14:textId="77777777" w:rsidR="004E4EF0" w:rsidRDefault="004E4EF0" w:rsidP="00C746BF">
      <w:pPr>
        <w:pStyle w:val="Betreff"/>
        <w:ind w:right="2551"/>
      </w:pPr>
      <w:r>
        <w:t>Betreff</w:t>
      </w:r>
    </w:p>
    <w:p w14:paraId="3603946F" w14:textId="77777777" w:rsidR="004E4EF0" w:rsidRDefault="004E4EF0" w:rsidP="00C746BF">
      <w:pPr>
        <w:ind w:right="2551"/>
      </w:pPr>
    </w:p>
    <w:p w14:paraId="42623885" w14:textId="77777777" w:rsidR="004E4EF0" w:rsidRDefault="004E4EF0" w:rsidP="00C746BF">
      <w:pPr>
        <w:ind w:right="2551"/>
      </w:pPr>
      <w:r>
        <w:t>Sehr geehrter Empfänger,</w:t>
      </w:r>
    </w:p>
    <w:p w14:paraId="4D1F2A1F" w14:textId="77777777" w:rsidR="004E4EF0" w:rsidRDefault="004E4EF0" w:rsidP="00C746BF">
      <w:pPr>
        <w:ind w:right="2551"/>
      </w:pPr>
    </w:p>
    <w:p w14:paraId="3F9FBF01" w14:textId="77777777" w:rsidR="009356DF" w:rsidRDefault="004E4EF0" w:rsidP="00C746BF">
      <w:pPr>
        <w:ind w:right="2551"/>
      </w:pPr>
      <w:r>
        <w:t>w</w:t>
      </w:r>
      <w:r w:rsidRPr="004E4EF0">
        <w:t xml:space="preserve">eit hinten, hinter den Wortbergen, fern der Länder </w:t>
      </w:r>
      <w:proofErr w:type="spellStart"/>
      <w:r w:rsidRPr="004E4EF0">
        <w:t>Vokalien</w:t>
      </w:r>
      <w:proofErr w:type="spellEnd"/>
      <w:r w:rsidRPr="004E4EF0">
        <w:t xml:space="preserve"> und </w:t>
      </w:r>
      <w:proofErr w:type="spellStart"/>
      <w:r w:rsidRPr="004E4EF0">
        <w:t>Konsonantien</w:t>
      </w:r>
      <w:proofErr w:type="spellEnd"/>
      <w:r w:rsidRPr="004E4EF0">
        <w:t xml:space="preserve"> leben die Blindtexte. Abgeschieden wohnen sie in Buchstabhausen an der Küste des Semantik, eines großen Sprachozeans. Ein kleines Bächlein namens Duden fließt durch ihren Ort und versorgt sie mit den nötigen </w:t>
      </w:r>
      <w:proofErr w:type="spellStart"/>
      <w:r w:rsidRPr="004E4EF0">
        <w:t>Regelialien</w:t>
      </w:r>
      <w:proofErr w:type="spellEnd"/>
      <w:r w:rsidRPr="004E4EF0">
        <w:t xml:space="preserve">. </w:t>
      </w:r>
    </w:p>
    <w:p w14:paraId="6E6F57BC" w14:textId="77777777" w:rsidR="009356DF" w:rsidRDefault="009356DF" w:rsidP="00C746BF">
      <w:pPr>
        <w:ind w:right="2551"/>
      </w:pPr>
    </w:p>
    <w:p w14:paraId="4085C75A" w14:textId="77777777" w:rsidR="004E4EF0" w:rsidRDefault="004E4EF0" w:rsidP="00C746BF">
      <w:pPr>
        <w:ind w:right="2551"/>
      </w:pPr>
      <w:r w:rsidRPr="004E4EF0">
        <w:t xml:space="preserve">Es ist ein </w:t>
      </w:r>
      <w:proofErr w:type="spellStart"/>
      <w:r w:rsidRPr="004E4EF0">
        <w:t>paradiesmatisches</w:t>
      </w:r>
      <w:proofErr w:type="spellEnd"/>
      <w:r w:rsidRPr="004E4EF0">
        <w:t xml:space="preserve"> Land, in dem einem gebratene Satzteile in den Mund fliegen. Nicht einmal von der allmächtigen Interpunktion werden die Blindtexte beherrscht – ein geradezu unorthographisches Leben. </w:t>
      </w:r>
    </w:p>
    <w:p w14:paraId="673D8B81" w14:textId="77777777" w:rsidR="009356DF" w:rsidRDefault="009356DF" w:rsidP="00C746BF">
      <w:pPr>
        <w:ind w:right="2267"/>
      </w:pPr>
    </w:p>
    <w:p w14:paraId="3F1DBC77" w14:textId="77777777" w:rsidR="009356DF" w:rsidRDefault="004E4EF0" w:rsidP="00C746BF">
      <w:pPr>
        <w:ind w:right="2267"/>
      </w:pPr>
      <w:r w:rsidRPr="004E4EF0">
        <w:t xml:space="preserve">Eines Tages aber </w:t>
      </w:r>
      <w:proofErr w:type="spellStart"/>
      <w:r w:rsidRPr="004E4EF0">
        <w:t>beschloß</w:t>
      </w:r>
      <w:proofErr w:type="spellEnd"/>
      <w:r w:rsidRPr="004E4EF0">
        <w:t xml:space="preserve"> eine kleine Zeile Blindtext, ihr Name war </w:t>
      </w:r>
      <w:proofErr w:type="spellStart"/>
      <w:r w:rsidRPr="004E4EF0">
        <w:t>Lorem</w:t>
      </w:r>
      <w:proofErr w:type="spellEnd"/>
      <w:r w:rsidRPr="004E4EF0">
        <w:t xml:space="preserve"> </w:t>
      </w:r>
      <w:proofErr w:type="spellStart"/>
      <w:r w:rsidRPr="004E4EF0">
        <w:t>Ipsum</w:t>
      </w:r>
      <w:proofErr w:type="spellEnd"/>
      <w:r w:rsidRPr="004E4EF0">
        <w:t xml:space="preserve">, hinaus zu gehen in die weite Grammatik. Der große </w:t>
      </w:r>
      <w:proofErr w:type="spellStart"/>
      <w:r w:rsidRPr="004E4EF0">
        <w:t>Oxmox</w:t>
      </w:r>
      <w:proofErr w:type="spellEnd"/>
      <w:r w:rsidRPr="004E4EF0">
        <w:t xml:space="preserve"> riet ihr davon ab, da es dort wimmele von bösen Kommata, wilden Fragezeichen und hinterhältigen </w:t>
      </w:r>
      <w:proofErr w:type="spellStart"/>
      <w:r w:rsidRPr="004E4EF0">
        <w:t>Semikoli</w:t>
      </w:r>
      <w:proofErr w:type="spellEnd"/>
      <w:r w:rsidR="0071744F">
        <w:t>.</w:t>
      </w:r>
    </w:p>
    <w:p w14:paraId="72D3EA95" w14:textId="77777777" w:rsidR="009356DF" w:rsidRDefault="009356DF" w:rsidP="00C746BF">
      <w:pPr>
        <w:ind w:right="2267"/>
      </w:pPr>
    </w:p>
    <w:p w14:paraId="46DB4FAA" w14:textId="77777777" w:rsidR="009356DF" w:rsidRDefault="0071744F" w:rsidP="00C746BF">
      <w:pPr>
        <w:ind w:right="2267"/>
      </w:pPr>
      <w:r>
        <w:t xml:space="preserve">Das </w:t>
      </w:r>
      <w:proofErr w:type="spellStart"/>
      <w:r w:rsidR="004E4EF0" w:rsidRPr="004E4EF0">
        <w:t>Blindtextchen</w:t>
      </w:r>
      <w:proofErr w:type="spellEnd"/>
      <w:r w:rsidR="004E4EF0" w:rsidRPr="004E4EF0">
        <w:t xml:space="preserve"> ließ sich nicht beirren. Es packte seine sieben Versalien, schob sich sein Initial in den Gürtel und machte sich auf den Weg. Als es die ersten Hügel des Kursivgebirges erklommen hatte, warf es einen letzten Blick zurück auf die Skyline seiner Heimatstadt Buchstabhausen, die Headline von </w:t>
      </w:r>
      <w:proofErr w:type="spellStart"/>
      <w:r w:rsidR="004E4EF0" w:rsidRPr="004E4EF0">
        <w:t>Alphabetdorf</w:t>
      </w:r>
      <w:proofErr w:type="spellEnd"/>
      <w:r w:rsidR="004E4EF0" w:rsidRPr="004E4EF0">
        <w:t xml:space="preserve"> und die </w:t>
      </w:r>
      <w:proofErr w:type="spellStart"/>
      <w:r w:rsidR="004E4EF0" w:rsidRPr="004E4EF0">
        <w:t>Subline</w:t>
      </w:r>
      <w:proofErr w:type="spellEnd"/>
      <w:r w:rsidR="004E4EF0" w:rsidRPr="004E4EF0">
        <w:t xml:space="preserve"> seiner eigenen Straße, der Zeilengasse. </w:t>
      </w:r>
    </w:p>
    <w:p w14:paraId="668BF835" w14:textId="77777777" w:rsidR="009356DF" w:rsidRDefault="009356DF" w:rsidP="00C746BF">
      <w:pPr>
        <w:ind w:right="2267"/>
      </w:pPr>
    </w:p>
    <w:p w14:paraId="22BE0616" w14:textId="77777777" w:rsidR="009356DF" w:rsidRDefault="004E4EF0" w:rsidP="00C746BF">
      <w:pPr>
        <w:ind w:right="2267"/>
      </w:pPr>
      <w:r w:rsidRPr="004E4EF0">
        <w:t>Wehmütig lief ihm eine rhetorische Frage über die Wange, dann setzte es seinen Weg fort. Unterwegs traf es eine Copy.</w:t>
      </w:r>
      <w:r w:rsidR="0071744F">
        <w:t xml:space="preserve"> </w:t>
      </w:r>
      <w:r w:rsidRPr="004E4EF0">
        <w:t xml:space="preserve">Als es die ersten </w:t>
      </w:r>
      <w:r w:rsidRPr="004E4EF0">
        <w:lastRenderedPageBreak/>
        <w:t xml:space="preserve">Hügel des Kursivgebirges erklommen hatte, warf es einen letzten Blick zurück auf die Skyline seiner Heimatstadt Buchstabhausen, die Headline von </w:t>
      </w:r>
      <w:proofErr w:type="spellStart"/>
      <w:r w:rsidRPr="004E4EF0">
        <w:t>Alphabetdorf</w:t>
      </w:r>
      <w:proofErr w:type="spellEnd"/>
      <w:r w:rsidRPr="004E4EF0">
        <w:t xml:space="preserve"> und die </w:t>
      </w:r>
      <w:proofErr w:type="spellStart"/>
      <w:r w:rsidRPr="004E4EF0">
        <w:t>Subline</w:t>
      </w:r>
      <w:proofErr w:type="spellEnd"/>
      <w:r w:rsidRPr="004E4EF0">
        <w:t xml:space="preserve"> seiner eigenen Straße, der Zeilengasse. Wehmütig lief ihm eine rhetorische Frage über die Wange, dann setzte es seinen Weg fort. Unterwegs traf es eine Copy. </w:t>
      </w:r>
    </w:p>
    <w:p w14:paraId="6EFC44FE" w14:textId="77777777" w:rsidR="009356DF" w:rsidRDefault="009356DF" w:rsidP="00C746BF">
      <w:pPr>
        <w:ind w:right="2267"/>
      </w:pPr>
    </w:p>
    <w:p w14:paraId="5EEFBDA8" w14:textId="77777777" w:rsidR="004E4EF0" w:rsidRDefault="004E4EF0" w:rsidP="00C746BF">
      <w:pPr>
        <w:ind w:right="2267"/>
      </w:pPr>
      <w:r w:rsidRPr="004E4EF0">
        <w:t>Als es die ersten Hügel des Kursivgebirges erklommen</w:t>
      </w:r>
      <w:r w:rsidR="009356DF">
        <w:t xml:space="preserve"> </w:t>
      </w:r>
      <w:r w:rsidRPr="004E4EF0">
        <w:t xml:space="preserve">hatte, warf es einen letzten Blick zurück auf die Skyline seiner Heimatstadt Buchstabhausen, die Headline von </w:t>
      </w:r>
      <w:proofErr w:type="spellStart"/>
      <w:r w:rsidRPr="004E4EF0">
        <w:t>Alphabetdorf</w:t>
      </w:r>
      <w:proofErr w:type="spellEnd"/>
      <w:r w:rsidRPr="004E4EF0">
        <w:t xml:space="preserve"> und die </w:t>
      </w:r>
      <w:proofErr w:type="spellStart"/>
      <w:r w:rsidRPr="004E4EF0">
        <w:t>Subline</w:t>
      </w:r>
      <w:proofErr w:type="spellEnd"/>
      <w:r w:rsidRPr="004E4EF0">
        <w:t xml:space="preserve"> seiner eigenen Straße, der Zeilengasse. Wehmütig lief ihm eine rhetorische Frage über die Wange, dann setzte es seinen Weg fort. Unterwegs traf es eine Copy.</w:t>
      </w:r>
    </w:p>
    <w:p w14:paraId="2E4BB9C3" w14:textId="77777777" w:rsidR="004E4EF0" w:rsidRDefault="004E4EF0" w:rsidP="00C746BF">
      <w:pPr>
        <w:ind w:right="2267"/>
      </w:pPr>
    </w:p>
    <w:p w14:paraId="2A223E9D" w14:textId="77777777" w:rsidR="00C746BF" w:rsidRPr="00825606" w:rsidRDefault="004E4EF0" w:rsidP="00C746BF">
      <w:pPr>
        <w:ind w:right="2267"/>
      </w:pPr>
      <w:r w:rsidRPr="004E4EF0">
        <w:t xml:space="preserve">Als es die ersten Hügel des Kursivgebirges erklommen hatte, warf es einen letzten Blick zurück auf die Skyline seiner Heimatstadt Buchstabhausen, die Headline von </w:t>
      </w:r>
      <w:proofErr w:type="spellStart"/>
      <w:r w:rsidRPr="004E4EF0">
        <w:t>Alphabetdorf</w:t>
      </w:r>
      <w:proofErr w:type="spellEnd"/>
      <w:r w:rsidRPr="004E4EF0">
        <w:t xml:space="preserve"> und die </w:t>
      </w:r>
      <w:proofErr w:type="spellStart"/>
      <w:r w:rsidRPr="004E4EF0">
        <w:t>Subline</w:t>
      </w:r>
      <w:proofErr w:type="spellEnd"/>
      <w:r w:rsidRPr="004E4EF0">
        <w:t xml:space="preserve"> seiner eigenen Straße, der Zeilengasse. Wehmütig lief ihm eine rhetorische Frage über die Wange, dann setzte es seinen Weg fort.</w:t>
      </w:r>
    </w:p>
    <w:p w14:paraId="7EC8DF87" w14:textId="77777777" w:rsidR="004E4EF0" w:rsidRPr="00825606" w:rsidRDefault="004E4EF0" w:rsidP="00C746BF">
      <w:pPr>
        <w:ind w:right="2267"/>
      </w:pPr>
    </w:p>
    <w:p w14:paraId="7B343DB8" w14:textId="77777777" w:rsidR="00C746BF" w:rsidRPr="00825606" w:rsidRDefault="00C746BF" w:rsidP="009356DF">
      <w:pPr>
        <w:ind w:right="2267"/>
      </w:pPr>
      <w:r w:rsidRPr="004E4EF0">
        <w:t xml:space="preserve">Als es die ersten Hügel des Kursivgebirges erklommen hatte, warf es einen letzten Blick zurück auf die Skyline seiner Heimatstadt Buchstabhausen, die Headline von </w:t>
      </w:r>
      <w:proofErr w:type="spellStart"/>
      <w:r w:rsidRPr="004E4EF0">
        <w:t>Alphabetdorf</w:t>
      </w:r>
      <w:proofErr w:type="spellEnd"/>
      <w:r w:rsidRPr="004E4EF0">
        <w:t xml:space="preserve"> und die </w:t>
      </w:r>
      <w:proofErr w:type="spellStart"/>
      <w:r w:rsidRPr="004E4EF0">
        <w:t>Subline</w:t>
      </w:r>
      <w:proofErr w:type="spellEnd"/>
      <w:r w:rsidRPr="004E4EF0">
        <w:t xml:space="preserve"> seiner eigenen Straße, der Zeilengasse. Wehmütig lief ihm eine rhetorische Frage über die Wange, dann setzte es seinen Weg fort. Unterwegs traf es eine Copy.</w:t>
      </w:r>
    </w:p>
    <w:p w14:paraId="1E30A977" w14:textId="77777777" w:rsidR="00C746BF" w:rsidRDefault="00C746BF" w:rsidP="00C746BF">
      <w:pPr>
        <w:ind w:right="2551"/>
      </w:pPr>
    </w:p>
    <w:p w14:paraId="4BE20A2E" w14:textId="77777777" w:rsidR="009356DF" w:rsidRDefault="009356DF" w:rsidP="00C746BF">
      <w:pPr>
        <w:ind w:right="2551"/>
      </w:pPr>
      <w:r>
        <w:t>Mit freundlichen Grüßen,</w:t>
      </w:r>
    </w:p>
    <w:p w14:paraId="39AD5948" w14:textId="77777777" w:rsidR="009356DF" w:rsidRDefault="009356DF" w:rsidP="00C746BF">
      <w:pPr>
        <w:ind w:right="2551"/>
      </w:pPr>
    </w:p>
    <w:p w14:paraId="4A46FF70" w14:textId="77777777" w:rsidR="009356DF" w:rsidRPr="00825606" w:rsidRDefault="0071744F" w:rsidP="00C746BF">
      <w:pPr>
        <w:ind w:right="2551"/>
      </w:pPr>
      <w:r>
        <w:t xml:space="preserve">Der </w:t>
      </w:r>
      <w:r w:rsidR="009356DF">
        <w:t>Absender</w:t>
      </w:r>
    </w:p>
    <w:sectPr w:rsidR="009356DF" w:rsidRPr="00825606" w:rsidSect="006E2AE0">
      <w:headerReference w:type="even" r:id="rId7"/>
      <w:headerReference w:type="default" r:id="rId8"/>
      <w:footerReference w:type="even" r:id="rId9"/>
      <w:footerReference w:type="default" r:id="rId10"/>
      <w:headerReference w:type="first" r:id="rId11"/>
      <w:footerReference w:type="first" r:id="rId12"/>
      <w:pgSz w:w="11906" w:h="16838" w:code="9"/>
      <w:pgMar w:top="2835" w:right="1134" w:bottom="851" w:left="1418" w:header="851" w:footer="936"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983709" w14:textId="77777777" w:rsidR="00325A91" w:rsidRDefault="00325A91" w:rsidP="0098703D">
      <w:pPr>
        <w:spacing w:line="240" w:lineRule="auto"/>
      </w:pPr>
      <w:r>
        <w:separator/>
      </w:r>
    </w:p>
  </w:endnote>
  <w:endnote w:type="continuationSeparator" w:id="0">
    <w:p w14:paraId="665D62B5" w14:textId="77777777" w:rsidR="00325A91" w:rsidRDefault="00325A91" w:rsidP="009870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9E4B70" w14:textId="77777777" w:rsidR="00EE221C" w:rsidRDefault="00EE221C">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39813C" w14:textId="77777777" w:rsidR="00325A91" w:rsidRDefault="00325A91" w:rsidP="00C746BF">
    <w:pPr>
      <w:pStyle w:val="Paginierung"/>
    </w:pPr>
  </w:p>
  <w:p w14:paraId="751FD35B" w14:textId="77777777" w:rsidR="00325A91" w:rsidRDefault="00325A91" w:rsidP="00C746BF">
    <w:pPr>
      <w:pStyle w:val="Paginierung"/>
    </w:pPr>
  </w:p>
  <w:p w14:paraId="60FC2DF0" w14:textId="77777777" w:rsidR="00325A91" w:rsidRPr="00F94AAE" w:rsidRDefault="00325A91" w:rsidP="00C746BF">
    <w:pPr>
      <w:pStyle w:val="Paginierung"/>
    </w:pPr>
    <w:r w:rsidRPr="00F94AAE">
      <w:t xml:space="preserve">Seite </w:t>
    </w:r>
    <w:r w:rsidRPr="00F94AAE">
      <w:fldChar w:fldCharType="begin"/>
    </w:r>
    <w:r w:rsidRPr="00F94AAE">
      <w:instrText>PAGE  \* Arabic  \* MERGEFORMAT</w:instrText>
    </w:r>
    <w:r w:rsidRPr="00F94AAE">
      <w:fldChar w:fldCharType="separate"/>
    </w:r>
    <w:r w:rsidR="00056926">
      <w:rPr>
        <w:noProof/>
      </w:rPr>
      <w:t>2</w:t>
    </w:r>
    <w:r w:rsidRPr="00F94AAE">
      <w:fldChar w:fldCharType="end"/>
    </w:r>
    <w:r w:rsidRPr="00F94AAE">
      <w:t xml:space="preserve"> / </w:t>
    </w:r>
    <w:r w:rsidR="00056926">
      <w:fldChar w:fldCharType="begin"/>
    </w:r>
    <w:r w:rsidR="00056926">
      <w:instrText>NUMPAGES  \* Arabic  \* MERGEFORMAT</w:instrText>
    </w:r>
    <w:r w:rsidR="00056926">
      <w:fldChar w:fldCharType="separate"/>
    </w:r>
    <w:r w:rsidR="00056926">
      <w:rPr>
        <w:noProof/>
      </w:rPr>
      <w:t>2</w:t>
    </w:r>
    <w:r w:rsidR="00056926">
      <w:rPr>
        <w:noProof/>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C331F" w14:textId="77777777" w:rsidR="00325A91" w:rsidRDefault="00325A91" w:rsidP="006D2BD2">
    <w:pPr>
      <w:pStyle w:val="Paginierung"/>
    </w:pPr>
  </w:p>
  <w:p w14:paraId="09A1F5C5" w14:textId="77777777" w:rsidR="00325A91" w:rsidRDefault="00325A91" w:rsidP="006D2BD2">
    <w:pPr>
      <w:pStyle w:val="Paginierung"/>
    </w:pPr>
  </w:p>
  <w:p w14:paraId="255E4150" w14:textId="77777777" w:rsidR="00325A91" w:rsidRDefault="00325A91" w:rsidP="006D2BD2">
    <w:pPr>
      <w:pStyle w:val="Paginierung"/>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C25530" w14:textId="77777777" w:rsidR="00325A91" w:rsidRDefault="00325A91" w:rsidP="0098703D">
      <w:pPr>
        <w:spacing w:line="240" w:lineRule="auto"/>
      </w:pPr>
      <w:r>
        <w:separator/>
      </w:r>
    </w:p>
  </w:footnote>
  <w:footnote w:type="continuationSeparator" w:id="0">
    <w:p w14:paraId="05E74206" w14:textId="77777777" w:rsidR="00325A91" w:rsidRDefault="00325A91" w:rsidP="0098703D">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1A09B6" w14:textId="77777777" w:rsidR="00EE221C" w:rsidRDefault="00EE221C">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A90D89" w14:textId="6719C3EE" w:rsidR="00325A91" w:rsidRPr="009356DF" w:rsidRDefault="00EE221C">
    <w:pPr>
      <w:pStyle w:val="Kopfzeile"/>
      <w:rPr>
        <w:sz w:val="36"/>
        <w:szCs w:val="36"/>
      </w:rPr>
    </w:pPr>
    <w:r>
      <w:rPr>
        <w:noProof/>
        <w:lang w:eastAsia="de-DE"/>
      </w:rPr>
      <w:drawing>
        <wp:anchor distT="0" distB="0" distL="114300" distR="114300" simplePos="0" relativeHeight="251661312" behindDoc="1" locked="0" layoutInCell="1" allowOverlap="1" wp14:anchorId="34A6AC97" wp14:editId="71B26C27">
          <wp:simplePos x="0" y="0"/>
          <wp:positionH relativeFrom="column">
            <wp:posOffset>-900430</wp:posOffset>
          </wp:positionH>
          <wp:positionV relativeFrom="paragraph">
            <wp:posOffset>-535940</wp:posOffset>
          </wp:positionV>
          <wp:extent cx="7560945" cy="10691495"/>
          <wp:effectExtent l="0" t="0" r="0" b="0"/>
          <wp:wrapNone/>
          <wp:docPr id="6" name="Bild 6" descr="SSD-20190718:Users:p.konietzny:Desktop:180814_BMBF_KopernikusProjekte_Briefbog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SD-20190718:Users:p.konietzny:Desktop:180814_BMBF_KopernikusProjekte_Briefbog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945" cy="1069149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7F792B2A" w14:textId="77777777" w:rsidR="00325A91" w:rsidRPr="00C00EB0" w:rsidRDefault="00325A91">
    <w:pPr>
      <w:pStyle w:val="Kopfzeile"/>
      <w:rPr>
        <w:vertAlign w:val="subscript"/>
      </w:rPr>
    </w:pPr>
  </w:p>
  <w:p w14:paraId="6679E7C3" w14:textId="77777777" w:rsidR="00325A91" w:rsidRDefault="00325A91">
    <w:pPr>
      <w:pStyle w:val="Kopfzeile"/>
    </w:pPr>
  </w:p>
  <w:p w14:paraId="6DBD0744" w14:textId="77777777" w:rsidR="00325A91" w:rsidRDefault="00325A91">
    <w:pPr>
      <w:pStyle w:val="Kopfzeile"/>
    </w:pPr>
  </w:p>
  <w:p w14:paraId="07CCBD55" w14:textId="162CF939" w:rsidR="00325A91" w:rsidRDefault="00325A91">
    <w:pPr>
      <w:pStyle w:val="Kopfzeile"/>
    </w:pPr>
  </w:p>
  <w:p w14:paraId="548822A5" w14:textId="77777777" w:rsidR="00325A91" w:rsidRDefault="00325A91">
    <w:pPr>
      <w:pStyle w:val="Kopfzeile"/>
    </w:pPr>
  </w:p>
  <w:p w14:paraId="05A5F9B3" w14:textId="77777777" w:rsidR="00325A91" w:rsidRDefault="00325A91">
    <w:pPr>
      <w:pStyle w:val="Kopfzeile"/>
    </w:pPr>
  </w:p>
  <w:p w14:paraId="4B68EEC4" w14:textId="77777777" w:rsidR="00325A91" w:rsidRDefault="00325A91">
    <w:pPr>
      <w:pStyle w:val="Kopfzeile"/>
    </w:pPr>
  </w:p>
  <w:p w14:paraId="139CAB86" w14:textId="77777777" w:rsidR="00325A91" w:rsidRDefault="00325A91">
    <w:pPr>
      <w:pStyle w:val="Kopfzeile"/>
    </w:pPr>
  </w:p>
  <w:p w14:paraId="7C6CF0BE" w14:textId="77777777" w:rsidR="00325A91" w:rsidRDefault="00325A91">
    <w:pPr>
      <w:pStyle w:val="Kopfzeile"/>
    </w:pPr>
  </w:p>
  <w:p w14:paraId="7A5CAAA5" w14:textId="77777777" w:rsidR="00325A91" w:rsidRDefault="00325A91">
    <w:pPr>
      <w:pStyle w:val="Kopfzeile"/>
    </w:pPr>
  </w:p>
  <w:p w14:paraId="500B856F" w14:textId="1FF12E76" w:rsidR="00325A91" w:rsidRDefault="00325A91">
    <w:pPr>
      <w:pStyle w:val="Kopfzeil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C5D7AE" w14:textId="7E0A2AD2" w:rsidR="00325A91" w:rsidRDefault="00C00EB0" w:rsidP="009356DF">
    <w:r>
      <w:rPr>
        <w:noProof/>
        <w:lang w:eastAsia="de-DE"/>
      </w:rPr>
      <w:drawing>
        <wp:anchor distT="0" distB="0" distL="114300" distR="114300" simplePos="0" relativeHeight="251659264" behindDoc="1" locked="0" layoutInCell="1" allowOverlap="1" wp14:anchorId="70408B68" wp14:editId="785D6EEC">
          <wp:simplePos x="0" y="0"/>
          <wp:positionH relativeFrom="column">
            <wp:posOffset>-901700</wp:posOffset>
          </wp:positionH>
          <wp:positionV relativeFrom="paragraph">
            <wp:posOffset>-537210</wp:posOffset>
          </wp:positionV>
          <wp:extent cx="7560945" cy="10691495"/>
          <wp:effectExtent l="0" t="0" r="0" b="0"/>
          <wp:wrapNone/>
          <wp:docPr id="1" name="Bild 1" descr="SSD-20190718:Users:p.konietzny:Desktop:180814_BMBF_KopernikusProjekte_Briefbog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SD-20190718:Users:p.konietzny:Desktop:180814_BMBF_KopernikusProjekte_Briefbog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945" cy="1069149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651"/>
    <w:rsid w:val="000233FB"/>
    <w:rsid w:val="00056926"/>
    <w:rsid w:val="000C4651"/>
    <w:rsid w:val="00123B8F"/>
    <w:rsid w:val="00202902"/>
    <w:rsid w:val="002C1961"/>
    <w:rsid w:val="00301DB5"/>
    <w:rsid w:val="00325A91"/>
    <w:rsid w:val="003C2621"/>
    <w:rsid w:val="00447EC2"/>
    <w:rsid w:val="004D6A1C"/>
    <w:rsid w:val="004E4EF0"/>
    <w:rsid w:val="004E5A96"/>
    <w:rsid w:val="004F2092"/>
    <w:rsid w:val="006D2BD2"/>
    <w:rsid w:val="006E2AE0"/>
    <w:rsid w:val="006F5359"/>
    <w:rsid w:val="0071744F"/>
    <w:rsid w:val="0078153C"/>
    <w:rsid w:val="00825606"/>
    <w:rsid w:val="00865289"/>
    <w:rsid w:val="0089437A"/>
    <w:rsid w:val="00895567"/>
    <w:rsid w:val="009356DF"/>
    <w:rsid w:val="0096553F"/>
    <w:rsid w:val="0098703D"/>
    <w:rsid w:val="00A621BA"/>
    <w:rsid w:val="00A94EF3"/>
    <w:rsid w:val="00B17766"/>
    <w:rsid w:val="00B64DB3"/>
    <w:rsid w:val="00C00EB0"/>
    <w:rsid w:val="00C20961"/>
    <w:rsid w:val="00C746BF"/>
    <w:rsid w:val="00EE221C"/>
    <w:rsid w:val="00F94AAE"/>
    <w:rsid w:val="00FA4BB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DA4A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aliases w:val="Fliesstext"/>
    <w:qFormat/>
    <w:rsid w:val="00C746BF"/>
    <w:pPr>
      <w:spacing w:after="0" w:line="300" w:lineRule="exact"/>
      <w:ind w:right="2268"/>
    </w:pPr>
    <w:rPr>
      <w:rFonts w:ascii="Arial" w:hAnsi="Arial"/>
    </w:rPr>
  </w:style>
  <w:style w:type="paragraph" w:styleId="berschrift1">
    <w:name w:val="heading 1"/>
    <w:basedOn w:val="Standard"/>
    <w:next w:val="Standard"/>
    <w:link w:val="berschrift1Zeichen"/>
    <w:uiPriority w:val="9"/>
    <w:rsid w:val="004D6A1C"/>
    <w:pPr>
      <w:keepNext/>
      <w:keepLines/>
      <w:outlineLvl w:val="0"/>
    </w:pPr>
    <w:rPr>
      <w:rFonts w:asciiTheme="majorHAnsi" w:eastAsiaTheme="majorEastAsia" w:hAnsiTheme="majorHAnsi" w:cstheme="majorBidi"/>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aliases w:val="Absender Adressfeld"/>
    <w:link w:val="KeinLeerraumZeichen"/>
    <w:uiPriority w:val="1"/>
    <w:qFormat/>
    <w:rsid w:val="00C20961"/>
    <w:pPr>
      <w:spacing w:after="0" w:line="160" w:lineRule="exact"/>
    </w:pPr>
    <w:rPr>
      <w:rFonts w:ascii="Arial" w:hAnsi="Arial"/>
      <w:sz w:val="14"/>
    </w:rPr>
  </w:style>
  <w:style w:type="character" w:customStyle="1" w:styleId="berschrift1Zeichen">
    <w:name w:val="Überschrift 1 Zeichen"/>
    <w:basedOn w:val="Absatzstandardschriftart"/>
    <w:link w:val="berschrift1"/>
    <w:uiPriority w:val="9"/>
    <w:rsid w:val="004D6A1C"/>
    <w:rPr>
      <w:rFonts w:asciiTheme="majorHAnsi" w:eastAsiaTheme="majorEastAsia" w:hAnsiTheme="majorHAnsi" w:cstheme="majorBidi"/>
      <w:szCs w:val="32"/>
    </w:rPr>
  </w:style>
  <w:style w:type="paragraph" w:customStyle="1" w:styleId="Empfnger">
    <w:name w:val="Empfänger"/>
    <w:basedOn w:val="Standard"/>
    <w:link w:val="EmpfngerZchn"/>
    <w:qFormat/>
    <w:rsid w:val="009356DF"/>
    <w:pPr>
      <w:ind w:right="0"/>
    </w:pPr>
  </w:style>
  <w:style w:type="paragraph" w:customStyle="1" w:styleId="AbsenderInstitution">
    <w:name w:val="Absender Institution"/>
    <w:basedOn w:val="KeinLeerraum"/>
    <w:link w:val="AbsenderInstitutionZchn"/>
    <w:qFormat/>
    <w:rsid w:val="004D6A1C"/>
    <w:pPr>
      <w:spacing w:line="200" w:lineRule="exact"/>
    </w:pPr>
    <w:rPr>
      <w:b/>
    </w:rPr>
  </w:style>
  <w:style w:type="character" w:customStyle="1" w:styleId="EmpfngerZchn">
    <w:name w:val="Empfänger Zchn"/>
    <w:basedOn w:val="berschrift1Zeichen"/>
    <w:link w:val="Empfnger"/>
    <w:rsid w:val="009356DF"/>
    <w:rPr>
      <w:rFonts w:ascii="Arial" w:eastAsiaTheme="majorEastAsia" w:hAnsi="Arial" w:cstheme="majorBidi"/>
      <w:szCs w:val="32"/>
    </w:rPr>
  </w:style>
  <w:style w:type="paragraph" w:customStyle="1" w:styleId="Absender">
    <w:name w:val="Absender"/>
    <w:basedOn w:val="AbsenderInstitution"/>
    <w:link w:val="AbsenderZchn"/>
    <w:qFormat/>
    <w:rsid w:val="0098703D"/>
    <w:rPr>
      <w:b w:val="0"/>
    </w:rPr>
  </w:style>
  <w:style w:type="character" w:customStyle="1" w:styleId="KeinLeerraumZeichen">
    <w:name w:val="Kein Leerraum Zeichen"/>
    <w:aliases w:val="Absender Adressfeld Zeichen"/>
    <w:basedOn w:val="Absatzstandardschriftart"/>
    <w:link w:val="KeinLeerraum"/>
    <w:uiPriority w:val="1"/>
    <w:rsid w:val="00C20961"/>
    <w:rPr>
      <w:rFonts w:ascii="Arial" w:hAnsi="Arial"/>
      <w:sz w:val="14"/>
    </w:rPr>
  </w:style>
  <w:style w:type="character" w:customStyle="1" w:styleId="AbsenderInstitutionZchn">
    <w:name w:val="Absender Institution Zchn"/>
    <w:basedOn w:val="KeinLeerraumZeichen"/>
    <w:link w:val="AbsenderInstitution"/>
    <w:rsid w:val="004D6A1C"/>
    <w:rPr>
      <w:rFonts w:ascii="Arial" w:hAnsi="Arial"/>
      <w:b/>
      <w:sz w:val="14"/>
    </w:rPr>
  </w:style>
  <w:style w:type="paragraph" w:customStyle="1" w:styleId="Betreff">
    <w:name w:val="Betreff"/>
    <w:basedOn w:val="Standard"/>
    <w:link w:val="BetreffZchn"/>
    <w:qFormat/>
    <w:rsid w:val="00C746BF"/>
    <w:rPr>
      <w:b/>
    </w:rPr>
  </w:style>
  <w:style w:type="character" w:customStyle="1" w:styleId="AbsenderZchn">
    <w:name w:val="Absender Zchn"/>
    <w:basedOn w:val="AbsenderInstitutionZchn"/>
    <w:link w:val="Absender"/>
    <w:rsid w:val="0098703D"/>
    <w:rPr>
      <w:rFonts w:ascii="Arial" w:hAnsi="Arial"/>
      <w:b w:val="0"/>
      <w:sz w:val="14"/>
    </w:rPr>
  </w:style>
  <w:style w:type="paragraph" w:styleId="Kopfzeile">
    <w:name w:val="header"/>
    <w:basedOn w:val="Standard"/>
    <w:link w:val="KopfzeileZeichen"/>
    <w:uiPriority w:val="99"/>
    <w:unhideWhenUsed/>
    <w:rsid w:val="0098703D"/>
    <w:pPr>
      <w:tabs>
        <w:tab w:val="center" w:pos="4536"/>
        <w:tab w:val="right" w:pos="9072"/>
      </w:tabs>
      <w:spacing w:line="240" w:lineRule="auto"/>
    </w:pPr>
  </w:style>
  <w:style w:type="character" w:customStyle="1" w:styleId="BetreffZchn">
    <w:name w:val="Betreff Zchn"/>
    <w:basedOn w:val="Absatzstandardschriftart"/>
    <w:link w:val="Betreff"/>
    <w:rsid w:val="00C746BF"/>
    <w:rPr>
      <w:rFonts w:ascii="Arial" w:hAnsi="Arial"/>
      <w:b/>
    </w:rPr>
  </w:style>
  <w:style w:type="character" w:customStyle="1" w:styleId="KopfzeileZeichen">
    <w:name w:val="Kopfzeile Zeichen"/>
    <w:basedOn w:val="Absatzstandardschriftart"/>
    <w:link w:val="Kopfzeile"/>
    <w:uiPriority w:val="99"/>
    <w:rsid w:val="0098703D"/>
    <w:rPr>
      <w:rFonts w:ascii="Arial" w:hAnsi="Arial"/>
    </w:rPr>
  </w:style>
  <w:style w:type="paragraph" w:styleId="Fuzeile">
    <w:name w:val="footer"/>
    <w:basedOn w:val="Standard"/>
    <w:link w:val="FuzeileZeichen"/>
    <w:uiPriority w:val="99"/>
    <w:unhideWhenUsed/>
    <w:rsid w:val="0098703D"/>
    <w:pPr>
      <w:tabs>
        <w:tab w:val="center" w:pos="4536"/>
        <w:tab w:val="right" w:pos="9072"/>
      </w:tabs>
      <w:spacing w:line="240" w:lineRule="auto"/>
    </w:pPr>
  </w:style>
  <w:style w:type="character" w:customStyle="1" w:styleId="FuzeileZeichen">
    <w:name w:val="Fußzeile Zeichen"/>
    <w:basedOn w:val="Absatzstandardschriftart"/>
    <w:link w:val="Fuzeile"/>
    <w:uiPriority w:val="99"/>
    <w:rsid w:val="0098703D"/>
    <w:rPr>
      <w:rFonts w:ascii="Arial" w:hAnsi="Arial"/>
    </w:rPr>
  </w:style>
  <w:style w:type="table" w:styleId="Tabellenraster">
    <w:name w:val="Table Grid"/>
    <w:basedOn w:val="NormaleTabelle"/>
    <w:uiPriority w:val="39"/>
    <w:rsid w:val="008256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tzhaltertext">
    <w:name w:val="Placeholder Text"/>
    <w:basedOn w:val="Absatzstandardschriftart"/>
    <w:uiPriority w:val="99"/>
    <w:semiHidden/>
    <w:rsid w:val="00825606"/>
    <w:rPr>
      <w:color w:val="808080"/>
    </w:rPr>
  </w:style>
  <w:style w:type="paragraph" w:customStyle="1" w:styleId="Paginierung">
    <w:name w:val="Paginierung"/>
    <w:basedOn w:val="Standard"/>
    <w:link w:val="PaginierungZchn"/>
    <w:qFormat/>
    <w:rsid w:val="00202902"/>
    <w:pPr>
      <w:spacing w:line="200" w:lineRule="exact"/>
      <w:ind w:left="7201" w:right="0"/>
    </w:pPr>
    <w:rPr>
      <w:sz w:val="16"/>
      <w:szCs w:val="16"/>
    </w:rPr>
  </w:style>
  <w:style w:type="character" w:customStyle="1" w:styleId="PaginierungZchn">
    <w:name w:val="Paginierung Zchn"/>
    <w:basedOn w:val="Absatzstandardschriftart"/>
    <w:link w:val="Paginierung"/>
    <w:rsid w:val="00202902"/>
    <w:rPr>
      <w:rFonts w:ascii="Arial" w:hAnsi="Arial"/>
      <w:sz w:val="16"/>
      <w:szCs w:val="16"/>
    </w:rPr>
  </w:style>
  <w:style w:type="character" w:styleId="Link">
    <w:name w:val="Hyperlink"/>
    <w:basedOn w:val="Absatzstandardschriftart"/>
    <w:uiPriority w:val="99"/>
    <w:unhideWhenUsed/>
    <w:rsid w:val="00123B8F"/>
    <w:rPr>
      <w:color w:val="0563C1" w:themeColor="hyperlink"/>
      <w:u w:val="single"/>
    </w:rPr>
  </w:style>
  <w:style w:type="character" w:customStyle="1" w:styleId="UnresolvedMention">
    <w:name w:val="Unresolved Mention"/>
    <w:basedOn w:val="Absatzstandardschriftart"/>
    <w:uiPriority w:val="99"/>
    <w:semiHidden/>
    <w:unhideWhenUsed/>
    <w:rsid w:val="00123B8F"/>
    <w:rPr>
      <w:color w:val="605E5C"/>
      <w:shd w:val="clear" w:color="auto" w:fill="E1DFDD"/>
    </w:rPr>
  </w:style>
  <w:style w:type="paragraph" w:styleId="Sprechblasentext">
    <w:name w:val="Balloon Text"/>
    <w:basedOn w:val="Standard"/>
    <w:link w:val="SprechblasentextZeichen"/>
    <w:uiPriority w:val="99"/>
    <w:semiHidden/>
    <w:unhideWhenUsed/>
    <w:rsid w:val="000C4651"/>
    <w:pPr>
      <w:spacing w:line="240" w:lineRule="auto"/>
    </w:pPr>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0C4651"/>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aliases w:val="Fliesstext"/>
    <w:qFormat/>
    <w:rsid w:val="00C746BF"/>
    <w:pPr>
      <w:spacing w:after="0" w:line="300" w:lineRule="exact"/>
      <w:ind w:right="2268"/>
    </w:pPr>
    <w:rPr>
      <w:rFonts w:ascii="Arial" w:hAnsi="Arial"/>
    </w:rPr>
  </w:style>
  <w:style w:type="paragraph" w:styleId="berschrift1">
    <w:name w:val="heading 1"/>
    <w:basedOn w:val="Standard"/>
    <w:next w:val="Standard"/>
    <w:link w:val="berschrift1Zeichen"/>
    <w:uiPriority w:val="9"/>
    <w:rsid w:val="004D6A1C"/>
    <w:pPr>
      <w:keepNext/>
      <w:keepLines/>
      <w:outlineLvl w:val="0"/>
    </w:pPr>
    <w:rPr>
      <w:rFonts w:asciiTheme="majorHAnsi" w:eastAsiaTheme="majorEastAsia" w:hAnsiTheme="majorHAnsi" w:cstheme="majorBidi"/>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aliases w:val="Absender Adressfeld"/>
    <w:link w:val="KeinLeerraumZeichen"/>
    <w:uiPriority w:val="1"/>
    <w:qFormat/>
    <w:rsid w:val="00C20961"/>
    <w:pPr>
      <w:spacing w:after="0" w:line="160" w:lineRule="exact"/>
    </w:pPr>
    <w:rPr>
      <w:rFonts w:ascii="Arial" w:hAnsi="Arial"/>
      <w:sz w:val="14"/>
    </w:rPr>
  </w:style>
  <w:style w:type="character" w:customStyle="1" w:styleId="berschrift1Zeichen">
    <w:name w:val="Überschrift 1 Zeichen"/>
    <w:basedOn w:val="Absatzstandardschriftart"/>
    <w:link w:val="berschrift1"/>
    <w:uiPriority w:val="9"/>
    <w:rsid w:val="004D6A1C"/>
    <w:rPr>
      <w:rFonts w:asciiTheme="majorHAnsi" w:eastAsiaTheme="majorEastAsia" w:hAnsiTheme="majorHAnsi" w:cstheme="majorBidi"/>
      <w:szCs w:val="32"/>
    </w:rPr>
  </w:style>
  <w:style w:type="paragraph" w:customStyle="1" w:styleId="Empfnger">
    <w:name w:val="Empfänger"/>
    <w:basedOn w:val="Standard"/>
    <w:link w:val="EmpfngerZchn"/>
    <w:qFormat/>
    <w:rsid w:val="009356DF"/>
    <w:pPr>
      <w:ind w:right="0"/>
    </w:pPr>
  </w:style>
  <w:style w:type="paragraph" w:customStyle="1" w:styleId="AbsenderInstitution">
    <w:name w:val="Absender Institution"/>
    <w:basedOn w:val="KeinLeerraum"/>
    <w:link w:val="AbsenderInstitutionZchn"/>
    <w:qFormat/>
    <w:rsid w:val="004D6A1C"/>
    <w:pPr>
      <w:spacing w:line="200" w:lineRule="exact"/>
    </w:pPr>
    <w:rPr>
      <w:b/>
    </w:rPr>
  </w:style>
  <w:style w:type="character" w:customStyle="1" w:styleId="EmpfngerZchn">
    <w:name w:val="Empfänger Zchn"/>
    <w:basedOn w:val="berschrift1Zeichen"/>
    <w:link w:val="Empfnger"/>
    <w:rsid w:val="009356DF"/>
    <w:rPr>
      <w:rFonts w:ascii="Arial" w:eastAsiaTheme="majorEastAsia" w:hAnsi="Arial" w:cstheme="majorBidi"/>
      <w:szCs w:val="32"/>
    </w:rPr>
  </w:style>
  <w:style w:type="paragraph" w:customStyle="1" w:styleId="Absender">
    <w:name w:val="Absender"/>
    <w:basedOn w:val="AbsenderInstitution"/>
    <w:link w:val="AbsenderZchn"/>
    <w:qFormat/>
    <w:rsid w:val="0098703D"/>
    <w:rPr>
      <w:b w:val="0"/>
    </w:rPr>
  </w:style>
  <w:style w:type="character" w:customStyle="1" w:styleId="KeinLeerraumZeichen">
    <w:name w:val="Kein Leerraum Zeichen"/>
    <w:aliases w:val="Absender Adressfeld Zeichen"/>
    <w:basedOn w:val="Absatzstandardschriftart"/>
    <w:link w:val="KeinLeerraum"/>
    <w:uiPriority w:val="1"/>
    <w:rsid w:val="00C20961"/>
    <w:rPr>
      <w:rFonts w:ascii="Arial" w:hAnsi="Arial"/>
      <w:sz w:val="14"/>
    </w:rPr>
  </w:style>
  <w:style w:type="character" w:customStyle="1" w:styleId="AbsenderInstitutionZchn">
    <w:name w:val="Absender Institution Zchn"/>
    <w:basedOn w:val="KeinLeerraumZeichen"/>
    <w:link w:val="AbsenderInstitution"/>
    <w:rsid w:val="004D6A1C"/>
    <w:rPr>
      <w:rFonts w:ascii="Arial" w:hAnsi="Arial"/>
      <w:b/>
      <w:sz w:val="14"/>
    </w:rPr>
  </w:style>
  <w:style w:type="paragraph" w:customStyle="1" w:styleId="Betreff">
    <w:name w:val="Betreff"/>
    <w:basedOn w:val="Standard"/>
    <w:link w:val="BetreffZchn"/>
    <w:qFormat/>
    <w:rsid w:val="00C746BF"/>
    <w:rPr>
      <w:b/>
    </w:rPr>
  </w:style>
  <w:style w:type="character" w:customStyle="1" w:styleId="AbsenderZchn">
    <w:name w:val="Absender Zchn"/>
    <w:basedOn w:val="AbsenderInstitutionZchn"/>
    <w:link w:val="Absender"/>
    <w:rsid w:val="0098703D"/>
    <w:rPr>
      <w:rFonts w:ascii="Arial" w:hAnsi="Arial"/>
      <w:b w:val="0"/>
      <w:sz w:val="14"/>
    </w:rPr>
  </w:style>
  <w:style w:type="paragraph" w:styleId="Kopfzeile">
    <w:name w:val="header"/>
    <w:basedOn w:val="Standard"/>
    <w:link w:val="KopfzeileZeichen"/>
    <w:uiPriority w:val="99"/>
    <w:unhideWhenUsed/>
    <w:rsid w:val="0098703D"/>
    <w:pPr>
      <w:tabs>
        <w:tab w:val="center" w:pos="4536"/>
        <w:tab w:val="right" w:pos="9072"/>
      </w:tabs>
      <w:spacing w:line="240" w:lineRule="auto"/>
    </w:pPr>
  </w:style>
  <w:style w:type="character" w:customStyle="1" w:styleId="BetreffZchn">
    <w:name w:val="Betreff Zchn"/>
    <w:basedOn w:val="Absatzstandardschriftart"/>
    <w:link w:val="Betreff"/>
    <w:rsid w:val="00C746BF"/>
    <w:rPr>
      <w:rFonts w:ascii="Arial" w:hAnsi="Arial"/>
      <w:b/>
    </w:rPr>
  </w:style>
  <w:style w:type="character" w:customStyle="1" w:styleId="KopfzeileZeichen">
    <w:name w:val="Kopfzeile Zeichen"/>
    <w:basedOn w:val="Absatzstandardschriftart"/>
    <w:link w:val="Kopfzeile"/>
    <w:uiPriority w:val="99"/>
    <w:rsid w:val="0098703D"/>
    <w:rPr>
      <w:rFonts w:ascii="Arial" w:hAnsi="Arial"/>
    </w:rPr>
  </w:style>
  <w:style w:type="paragraph" w:styleId="Fuzeile">
    <w:name w:val="footer"/>
    <w:basedOn w:val="Standard"/>
    <w:link w:val="FuzeileZeichen"/>
    <w:uiPriority w:val="99"/>
    <w:unhideWhenUsed/>
    <w:rsid w:val="0098703D"/>
    <w:pPr>
      <w:tabs>
        <w:tab w:val="center" w:pos="4536"/>
        <w:tab w:val="right" w:pos="9072"/>
      </w:tabs>
      <w:spacing w:line="240" w:lineRule="auto"/>
    </w:pPr>
  </w:style>
  <w:style w:type="character" w:customStyle="1" w:styleId="FuzeileZeichen">
    <w:name w:val="Fußzeile Zeichen"/>
    <w:basedOn w:val="Absatzstandardschriftart"/>
    <w:link w:val="Fuzeile"/>
    <w:uiPriority w:val="99"/>
    <w:rsid w:val="0098703D"/>
    <w:rPr>
      <w:rFonts w:ascii="Arial" w:hAnsi="Arial"/>
    </w:rPr>
  </w:style>
  <w:style w:type="table" w:styleId="Tabellenraster">
    <w:name w:val="Table Grid"/>
    <w:basedOn w:val="NormaleTabelle"/>
    <w:uiPriority w:val="39"/>
    <w:rsid w:val="008256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tzhaltertext">
    <w:name w:val="Placeholder Text"/>
    <w:basedOn w:val="Absatzstandardschriftart"/>
    <w:uiPriority w:val="99"/>
    <w:semiHidden/>
    <w:rsid w:val="00825606"/>
    <w:rPr>
      <w:color w:val="808080"/>
    </w:rPr>
  </w:style>
  <w:style w:type="paragraph" w:customStyle="1" w:styleId="Paginierung">
    <w:name w:val="Paginierung"/>
    <w:basedOn w:val="Standard"/>
    <w:link w:val="PaginierungZchn"/>
    <w:qFormat/>
    <w:rsid w:val="00202902"/>
    <w:pPr>
      <w:spacing w:line="200" w:lineRule="exact"/>
      <w:ind w:left="7201" w:right="0"/>
    </w:pPr>
    <w:rPr>
      <w:sz w:val="16"/>
      <w:szCs w:val="16"/>
    </w:rPr>
  </w:style>
  <w:style w:type="character" w:customStyle="1" w:styleId="PaginierungZchn">
    <w:name w:val="Paginierung Zchn"/>
    <w:basedOn w:val="Absatzstandardschriftart"/>
    <w:link w:val="Paginierung"/>
    <w:rsid w:val="00202902"/>
    <w:rPr>
      <w:rFonts w:ascii="Arial" w:hAnsi="Arial"/>
      <w:sz w:val="16"/>
      <w:szCs w:val="16"/>
    </w:rPr>
  </w:style>
  <w:style w:type="character" w:styleId="Link">
    <w:name w:val="Hyperlink"/>
    <w:basedOn w:val="Absatzstandardschriftart"/>
    <w:uiPriority w:val="99"/>
    <w:unhideWhenUsed/>
    <w:rsid w:val="00123B8F"/>
    <w:rPr>
      <w:color w:val="0563C1" w:themeColor="hyperlink"/>
      <w:u w:val="single"/>
    </w:rPr>
  </w:style>
  <w:style w:type="character" w:customStyle="1" w:styleId="UnresolvedMention">
    <w:name w:val="Unresolved Mention"/>
    <w:basedOn w:val="Absatzstandardschriftart"/>
    <w:uiPriority w:val="99"/>
    <w:semiHidden/>
    <w:unhideWhenUsed/>
    <w:rsid w:val="00123B8F"/>
    <w:rPr>
      <w:color w:val="605E5C"/>
      <w:shd w:val="clear" w:color="auto" w:fill="E1DFDD"/>
    </w:rPr>
  </w:style>
  <w:style w:type="paragraph" w:styleId="Sprechblasentext">
    <w:name w:val="Balloon Text"/>
    <w:basedOn w:val="Standard"/>
    <w:link w:val="SprechblasentextZeichen"/>
    <w:uiPriority w:val="99"/>
    <w:semiHidden/>
    <w:unhideWhenUsed/>
    <w:rsid w:val="000C4651"/>
    <w:pPr>
      <w:spacing w:line="240" w:lineRule="auto"/>
    </w:pPr>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0C4651"/>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SSD-20190718:Users:p.konietzny:Desktop:Kopernikus:Vorlagen:180820_BMBF_KopernikusProjekte_Briefbogen.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180820_BMBF_KopernikusProjekte_Briefbogen.dotx</Template>
  <TotalTime>0</TotalTime>
  <Pages>2</Pages>
  <Words>426</Words>
  <Characters>2684</Characters>
  <Application>Microsoft Macintosh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Konietzny</dc:creator>
  <cp:keywords/>
  <dc:description/>
  <cp:lastModifiedBy>Peter Konietzny</cp:lastModifiedBy>
  <cp:revision>3</cp:revision>
  <cp:lastPrinted>2020-07-13T12:16:00Z</cp:lastPrinted>
  <dcterms:created xsi:type="dcterms:W3CDTF">2020-07-13T12:16:00Z</dcterms:created>
  <dcterms:modified xsi:type="dcterms:W3CDTF">2020-07-13T12:16:00Z</dcterms:modified>
</cp:coreProperties>
</file>