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DADC8" w14:textId="77777777" w:rsidR="004E4EF0" w:rsidRPr="00E704A0" w:rsidRDefault="00581EC3" w:rsidP="00E704A0">
      <w:pPr>
        <w:pStyle w:val="Dokumenttitel"/>
      </w:pPr>
      <w:r>
        <w:t>Presseinformation</w:t>
      </w:r>
    </w:p>
    <w:p w14:paraId="5E2085F4" w14:textId="77777777" w:rsidR="00E704A0" w:rsidRDefault="00E704A0" w:rsidP="00C746BF">
      <w:pPr>
        <w:ind w:right="2551"/>
      </w:pPr>
    </w:p>
    <w:p w14:paraId="20BFD99A" w14:textId="77777777" w:rsidR="00DA51E9" w:rsidRPr="00753D14" w:rsidRDefault="00DA51E9" w:rsidP="00753D14">
      <w:pPr>
        <w:pStyle w:val="Headline"/>
      </w:pPr>
      <w:r w:rsidRPr="00753D14">
        <w:t>Headline</w:t>
      </w:r>
    </w:p>
    <w:p w14:paraId="7B0BBB5D" w14:textId="77777777" w:rsidR="00DA51E9" w:rsidRPr="00753D14" w:rsidRDefault="00581EC3" w:rsidP="00753D14">
      <w:pPr>
        <w:pStyle w:val="Subheadline"/>
      </w:pPr>
      <w:r>
        <w:t>Subheadline</w:t>
      </w:r>
    </w:p>
    <w:p w14:paraId="0C1FD780" w14:textId="77777777" w:rsidR="00DA51E9" w:rsidRDefault="00DA51E9" w:rsidP="00C746BF">
      <w:pPr>
        <w:ind w:right="2551"/>
      </w:pPr>
    </w:p>
    <w:p w14:paraId="3C9AEE97" w14:textId="77777777" w:rsidR="00753D14" w:rsidRPr="00D64FF8" w:rsidRDefault="00581EC3" w:rsidP="00D64FF8">
      <w:pPr>
        <w:pStyle w:val="Flietextfett"/>
      </w:pPr>
      <w:r>
        <w:t xml:space="preserve">Ort, 1. Monat 2018 – </w:t>
      </w:r>
      <w:r w:rsidR="00D64FF8" w:rsidRPr="00D64FF8">
        <w:t xml:space="preserve">Hinter den Wortbergen, fern der Länder </w:t>
      </w:r>
      <w:proofErr w:type="spellStart"/>
      <w:r w:rsidR="00D64FF8" w:rsidRPr="00D64FF8">
        <w:t>Vokalien</w:t>
      </w:r>
      <w:proofErr w:type="spellEnd"/>
      <w:r w:rsidR="00D64FF8" w:rsidRPr="00D64FF8">
        <w:t xml:space="preserve"> und </w:t>
      </w:r>
      <w:proofErr w:type="spellStart"/>
      <w:r w:rsidR="00D64FF8" w:rsidRPr="00D64FF8">
        <w:t>Konsonantien</w:t>
      </w:r>
      <w:proofErr w:type="spellEnd"/>
      <w:r w:rsidR="00D64FF8" w:rsidRPr="00D64FF8">
        <w:t xml:space="preserve"> leben die Blindtexte. Abgeschieden wohnen sie in Buchstabhausen an der </w:t>
      </w:r>
      <w:proofErr w:type="gramStart"/>
      <w:r w:rsidR="00D64FF8" w:rsidRPr="00D64FF8">
        <w:t>Küste des Semantik.</w:t>
      </w:r>
      <w:proofErr w:type="gramEnd"/>
    </w:p>
    <w:p w14:paraId="1EBFED53" w14:textId="77777777" w:rsidR="004E4EF0" w:rsidRDefault="004E4EF0" w:rsidP="00C746BF">
      <w:pPr>
        <w:ind w:right="2551"/>
      </w:pPr>
    </w:p>
    <w:p w14:paraId="44005428" w14:textId="77777777" w:rsidR="00581EC3" w:rsidRDefault="00D64FF8" w:rsidP="00D64FF8">
      <w:r w:rsidRPr="00D64FF8">
        <w:t xml:space="preserve">Es ist ein </w:t>
      </w:r>
      <w:proofErr w:type="spellStart"/>
      <w:r w:rsidRPr="00D64FF8">
        <w:t>paradiesmatisches</w:t>
      </w:r>
      <w:proofErr w:type="spellEnd"/>
      <w:r w:rsidRPr="00D64FF8">
        <w:t xml:space="preserve"> Land, in dem einem gebratene Satzteile in den Mund fliegen. Nicht einmal von der allmächtigen Interpunktion werden die Blindtexte beherrscht – ein geradezu unorthographisches Leben. Eines Tages aber beschloss eine kleine Zeile Blindtext, ihr Name war </w:t>
      </w:r>
      <w:proofErr w:type="spellStart"/>
      <w:r w:rsidRPr="00D64FF8">
        <w:t>Lorem</w:t>
      </w:r>
      <w:proofErr w:type="spellEnd"/>
      <w:r w:rsidRPr="00D64FF8">
        <w:t xml:space="preserve"> </w:t>
      </w:r>
      <w:proofErr w:type="spellStart"/>
      <w:r w:rsidRPr="00D64FF8">
        <w:t>Ipsum</w:t>
      </w:r>
      <w:proofErr w:type="spellEnd"/>
      <w:r w:rsidRPr="00D64FF8">
        <w:t>, hinaus zu gehen in die weite Grammatik.</w:t>
      </w:r>
    </w:p>
    <w:p w14:paraId="5BA9558D" w14:textId="77777777" w:rsidR="00581EC3" w:rsidRDefault="00581EC3" w:rsidP="00D64FF8"/>
    <w:p w14:paraId="0A43E5F5" w14:textId="77777777" w:rsidR="00D64FF8" w:rsidRDefault="00D64FF8" w:rsidP="00D64FF8">
      <w:r w:rsidRPr="00D64FF8">
        <w:t xml:space="preserve">Der große </w:t>
      </w:r>
      <w:proofErr w:type="spellStart"/>
      <w:r w:rsidRPr="00D64FF8">
        <w:t>Oxmox</w:t>
      </w:r>
      <w:proofErr w:type="spellEnd"/>
      <w:r w:rsidRPr="00D64FF8">
        <w:t xml:space="preserve"> riet ihr davon ab, da es dort wimmele von bösen Kommata, wilden Fragezeichen und hinterhältigen </w:t>
      </w:r>
      <w:proofErr w:type="spellStart"/>
      <w:r w:rsidRPr="00D64FF8">
        <w:t>Semikoli</w:t>
      </w:r>
      <w:proofErr w:type="spellEnd"/>
      <w:r w:rsidRPr="00D64FF8">
        <w:t xml:space="preserve">, doch das </w:t>
      </w:r>
      <w:proofErr w:type="spellStart"/>
      <w:r w:rsidRPr="00D64FF8">
        <w:t>Blindtextchen</w:t>
      </w:r>
      <w:proofErr w:type="spellEnd"/>
      <w:r w:rsidRPr="00D64FF8">
        <w:t xml:space="preserve"> ließ sich nicht beirren. Es packte seine sieben Versalien, schob sich sein Initial in den Gürtel und machte sich auf den Weg.</w:t>
      </w:r>
    </w:p>
    <w:p w14:paraId="69D99269" w14:textId="77777777" w:rsidR="00D64FF8" w:rsidRDefault="00D64FF8" w:rsidP="00D64FF8"/>
    <w:p w14:paraId="5AD2BF01" w14:textId="77777777" w:rsidR="00E704A0" w:rsidRDefault="00D64FF8" w:rsidP="00D64FF8">
      <w:r w:rsidRPr="00D64FF8">
        <w:t xml:space="preserve">Als es die ersten Hügel des Kursivgebirges erklommen hatte, warf es einen letzten Blick zurück auf die Skyline seiner Heimatstadt Buchstabhausen, die Headline von </w:t>
      </w:r>
      <w:proofErr w:type="spellStart"/>
      <w:r w:rsidRPr="00D64FF8">
        <w:t>Alphabetdorf</w:t>
      </w:r>
      <w:proofErr w:type="spellEnd"/>
      <w:r w:rsidRPr="00D64FF8">
        <w:t xml:space="preserve"> und die </w:t>
      </w:r>
      <w:proofErr w:type="spellStart"/>
      <w:r w:rsidRPr="00D64FF8">
        <w:t>Subline</w:t>
      </w:r>
      <w:proofErr w:type="spellEnd"/>
      <w:r w:rsidRPr="00D64FF8">
        <w:t xml:space="preserve"> seiner eigenen Straße, der Zeilengasse. Wehmütig lief ihm eine rhetorische Frage über die Wange, dann setzte es seinen Weg fort. Unterwegs traf es eine Copy.</w:t>
      </w:r>
    </w:p>
    <w:p w14:paraId="61F662AD" w14:textId="77777777" w:rsidR="009359AF" w:rsidRDefault="009359AF" w:rsidP="009359AF"/>
    <w:p w14:paraId="44347478" w14:textId="77777777" w:rsidR="009359AF" w:rsidRDefault="009359AF" w:rsidP="009359AF"/>
    <w:p w14:paraId="2B64EF78" w14:textId="77777777" w:rsidR="00581EC3" w:rsidRPr="00581EC3" w:rsidRDefault="00581EC3" w:rsidP="00581EC3">
      <w:pPr>
        <w:pStyle w:val="Abbinderfett"/>
      </w:pPr>
      <w:r w:rsidRPr="00581EC3">
        <w:t>Über die Kopernikus-Projekte</w:t>
      </w:r>
    </w:p>
    <w:p w14:paraId="5A439A32" w14:textId="77777777" w:rsidR="00581EC3" w:rsidRPr="00581EC3" w:rsidRDefault="00581EC3" w:rsidP="00547067">
      <w:pPr>
        <w:pStyle w:val="Abbinder"/>
      </w:pPr>
      <w:r w:rsidRPr="00581EC3">
        <w:rPr>
          <w:rStyle w:val="AbbinderZchn"/>
        </w:rPr>
        <w:t xml:space="preserve">Im Jahr 2016 startete das Bundesministerium für Bildung und Forschung (BMBF) mit den Kopernikus-Projekten die größte Forschungsinitiative zur Energiewende. Die vier Projekte – ENSURE, </w:t>
      </w:r>
      <w:proofErr w:type="spellStart"/>
      <w:r w:rsidRPr="00581EC3">
        <w:rPr>
          <w:rStyle w:val="AbbinderZchn"/>
        </w:rPr>
        <w:t>SynErgie</w:t>
      </w:r>
      <w:proofErr w:type="spellEnd"/>
      <w:r w:rsidRPr="00581EC3">
        <w:rPr>
          <w:rStyle w:val="AbbinderZchn"/>
        </w:rPr>
        <w:t xml:space="preserve">, P2X und </w:t>
      </w:r>
      <w:proofErr w:type="spellStart"/>
      <w:r w:rsidRPr="00581EC3">
        <w:rPr>
          <w:rStyle w:val="AbbinderZchn"/>
        </w:rPr>
        <w:t>ENavi</w:t>
      </w:r>
      <w:proofErr w:type="spellEnd"/>
      <w:r w:rsidRPr="00581EC3">
        <w:rPr>
          <w:rStyle w:val="AbbinderZchn"/>
        </w:rPr>
        <w:t xml:space="preserve"> – sind Teil des Programms „Forschung</w:t>
      </w:r>
      <w:r w:rsidRPr="00581EC3">
        <w:t xml:space="preserve"> für eine umweltschonende, zuverlässige und bezahlbare Energieversorgung“ der Bundesregierung.</w:t>
      </w:r>
    </w:p>
    <w:p w14:paraId="6E7F5491" w14:textId="77777777" w:rsidR="00581EC3" w:rsidRPr="00581EC3" w:rsidRDefault="00581EC3" w:rsidP="00547067">
      <w:pPr>
        <w:pStyle w:val="Abbinder"/>
      </w:pPr>
    </w:p>
    <w:p w14:paraId="25DC27CD" w14:textId="77777777" w:rsidR="00581EC3" w:rsidRPr="00581EC3" w:rsidRDefault="00581EC3" w:rsidP="00547067">
      <w:pPr>
        <w:pStyle w:val="Abbinderfett"/>
      </w:pPr>
      <w:r w:rsidRPr="00581EC3">
        <w:t>Zeichen</w:t>
      </w:r>
    </w:p>
    <w:p w14:paraId="09EFB752" w14:textId="77777777" w:rsidR="00581EC3" w:rsidRPr="00581EC3" w:rsidRDefault="00547067" w:rsidP="00547067">
      <w:pPr>
        <w:pStyle w:val="Abbinder"/>
      </w:pPr>
      <w:r>
        <w:t>958</w:t>
      </w:r>
    </w:p>
    <w:p w14:paraId="4C588214" w14:textId="77777777" w:rsidR="00581EC3" w:rsidRPr="00581EC3" w:rsidRDefault="00581EC3" w:rsidP="00547067">
      <w:pPr>
        <w:pStyle w:val="Abbinder"/>
      </w:pPr>
    </w:p>
    <w:p w14:paraId="7A83296E" w14:textId="77777777" w:rsidR="00581EC3" w:rsidRPr="00581EC3" w:rsidRDefault="00581EC3" w:rsidP="00547067">
      <w:pPr>
        <w:pStyle w:val="Abbinderfett"/>
      </w:pPr>
      <w:r w:rsidRPr="00581EC3">
        <w:t>Pressekontakt</w:t>
      </w:r>
    </w:p>
    <w:p w14:paraId="14D95DF2" w14:textId="77777777" w:rsidR="00581EC3" w:rsidRPr="00581EC3" w:rsidRDefault="00581EC3" w:rsidP="00547067">
      <w:pPr>
        <w:pStyle w:val="Abbinder"/>
      </w:pPr>
      <w:r w:rsidRPr="00581EC3">
        <w:t>Name</w:t>
      </w:r>
    </w:p>
    <w:p w14:paraId="71F5BF7D" w14:textId="77777777" w:rsidR="00581EC3" w:rsidRPr="00581EC3" w:rsidRDefault="00581EC3" w:rsidP="00547067">
      <w:pPr>
        <w:pStyle w:val="Abbinder"/>
      </w:pPr>
      <w:r w:rsidRPr="00581EC3">
        <w:t>Institution/Unternehmen</w:t>
      </w:r>
    </w:p>
    <w:p w14:paraId="7BC00F8C" w14:textId="77777777" w:rsidR="00581EC3" w:rsidRPr="00581EC3" w:rsidRDefault="00581EC3" w:rsidP="00547067">
      <w:pPr>
        <w:pStyle w:val="Abbinder"/>
      </w:pPr>
      <w:r w:rsidRPr="00581EC3">
        <w:t>Straße</w:t>
      </w:r>
    </w:p>
    <w:p w14:paraId="122178DB" w14:textId="77777777" w:rsidR="00581EC3" w:rsidRDefault="00581EC3" w:rsidP="00547067">
      <w:pPr>
        <w:pStyle w:val="Abbinder"/>
      </w:pPr>
      <w:r w:rsidRPr="00581EC3">
        <w:t>PLZ Stadt</w:t>
      </w:r>
    </w:p>
    <w:p w14:paraId="29261AF0" w14:textId="77777777" w:rsidR="007C7F33" w:rsidRDefault="007C7F33" w:rsidP="00547067">
      <w:pPr>
        <w:pStyle w:val="Abbinder"/>
      </w:pPr>
    </w:p>
    <w:p w14:paraId="35E43790" w14:textId="77777777" w:rsidR="007C7F33" w:rsidRDefault="007C7F33" w:rsidP="007C7F33">
      <w:pPr>
        <w:pStyle w:val="Abbinder"/>
        <w:tabs>
          <w:tab w:val="left" w:pos="624"/>
        </w:tabs>
      </w:pPr>
      <w:r>
        <w:t>Tel.:</w:t>
      </w:r>
      <w:r>
        <w:tab/>
        <w:t>+49 (0)30 1234 5678</w:t>
      </w:r>
    </w:p>
    <w:p w14:paraId="0F346901" w14:textId="77777777" w:rsidR="007C7F33" w:rsidRDefault="007C7F33" w:rsidP="007C7F33">
      <w:pPr>
        <w:pStyle w:val="Abbinder"/>
        <w:tabs>
          <w:tab w:val="left" w:pos="624"/>
        </w:tabs>
      </w:pPr>
      <w:r>
        <w:t>Fax:</w:t>
      </w:r>
      <w:r>
        <w:tab/>
        <w:t xml:space="preserve">+49 (0)30 1234 5679 </w:t>
      </w:r>
    </w:p>
    <w:p w14:paraId="68AD0F19" w14:textId="77777777" w:rsidR="007C7F33" w:rsidRDefault="007C7F33" w:rsidP="007C7F33">
      <w:pPr>
        <w:pStyle w:val="Abbinder"/>
        <w:tabs>
          <w:tab w:val="left" w:pos="624"/>
        </w:tabs>
      </w:pPr>
      <w:r>
        <w:t>E-Mail:</w:t>
      </w:r>
      <w:r>
        <w:tab/>
        <w:t>max@absender.de</w:t>
      </w:r>
    </w:p>
    <w:p w14:paraId="522913B6" w14:textId="77777777" w:rsidR="007C7F33" w:rsidRPr="00581EC3" w:rsidRDefault="007C7F33" w:rsidP="007C7F33">
      <w:pPr>
        <w:pStyle w:val="Abbinder"/>
      </w:pPr>
      <w:r>
        <w:t>www.absender.de</w:t>
      </w:r>
    </w:p>
    <w:sectPr w:rsidR="007C7F33" w:rsidRPr="00581EC3" w:rsidSect="00D64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1134" w:bottom="851" w:left="1418" w:header="851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07CC3" w14:textId="77777777" w:rsidR="00081EFF" w:rsidRDefault="00081EFF" w:rsidP="0098703D">
      <w:pPr>
        <w:spacing w:line="240" w:lineRule="auto"/>
      </w:pPr>
      <w:r>
        <w:separator/>
      </w:r>
    </w:p>
  </w:endnote>
  <w:endnote w:type="continuationSeparator" w:id="0">
    <w:p w14:paraId="025FFB84" w14:textId="77777777" w:rsidR="00081EFF" w:rsidRDefault="00081EFF" w:rsidP="00987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0C712" w14:textId="77777777" w:rsidR="00081EFF" w:rsidRDefault="00081EF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C270F" w14:textId="77777777" w:rsidR="00081EFF" w:rsidRDefault="00081EFF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E456E" w14:textId="77777777" w:rsidR="006D2BD2" w:rsidRDefault="006D2BD2" w:rsidP="006D2BD2">
    <w:pPr>
      <w:pStyle w:val="Paginierung"/>
    </w:pPr>
  </w:p>
  <w:p w14:paraId="163A85E6" w14:textId="77777777" w:rsidR="006D2BD2" w:rsidRDefault="006D2BD2" w:rsidP="006D2BD2">
    <w:pPr>
      <w:pStyle w:val="Paginierung"/>
    </w:pPr>
  </w:p>
  <w:p w14:paraId="5E2F8279" w14:textId="77777777" w:rsidR="006D2BD2" w:rsidRDefault="006D2BD2" w:rsidP="006D2BD2">
    <w:pPr>
      <w:pStyle w:val="Paginieru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620F6" w14:textId="77777777" w:rsidR="00081EFF" w:rsidRDefault="00081EFF" w:rsidP="0098703D">
      <w:pPr>
        <w:spacing w:line="240" w:lineRule="auto"/>
      </w:pPr>
      <w:r>
        <w:separator/>
      </w:r>
    </w:p>
  </w:footnote>
  <w:footnote w:type="continuationSeparator" w:id="0">
    <w:p w14:paraId="3CCF6C4C" w14:textId="77777777" w:rsidR="00081EFF" w:rsidRDefault="00081EFF" w:rsidP="009870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7710F" w14:textId="77777777" w:rsidR="00081EFF" w:rsidRDefault="00081EF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B85D0" w14:textId="77777777" w:rsidR="009356DF" w:rsidRPr="00E704A0" w:rsidRDefault="009356DF">
    <w:pPr>
      <w:pStyle w:val="Kopfzeile"/>
      <w:rPr>
        <w:sz w:val="32"/>
        <w:szCs w:val="32"/>
      </w:rPr>
    </w:pPr>
  </w:p>
  <w:p w14:paraId="0AF96FE1" w14:textId="77777777" w:rsidR="009356DF" w:rsidRDefault="009356DF">
    <w:pPr>
      <w:pStyle w:val="Kopfzeile"/>
    </w:pPr>
  </w:p>
  <w:p w14:paraId="1E45D332" w14:textId="77777777" w:rsidR="009356DF" w:rsidRDefault="009356DF">
    <w:pPr>
      <w:pStyle w:val="Kopfzeile"/>
    </w:pPr>
  </w:p>
  <w:p w14:paraId="77C3F170" w14:textId="77777777" w:rsidR="009356DF" w:rsidRDefault="009356DF">
    <w:pPr>
      <w:pStyle w:val="Kopfzeile"/>
    </w:pPr>
  </w:p>
  <w:p w14:paraId="33125272" w14:textId="77777777" w:rsidR="009356DF" w:rsidRDefault="009356DF">
    <w:pPr>
      <w:pStyle w:val="Kopfzeile"/>
    </w:pPr>
  </w:p>
  <w:p w14:paraId="60F1A386" w14:textId="77777777" w:rsidR="009356DF" w:rsidRDefault="009356DF">
    <w:pPr>
      <w:pStyle w:val="Kopfzeile"/>
    </w:pPr>
  </w:p>
  <w:p w14:paraId="311B29CA" w14:textId="77777777" w:rsidR="00C20961" w:rsidRDefault="00A74934">
    <w:pPr>
      <w:pStyle w:val="Kopfzeile"/>
    </w:pPr>
    <w:bookmarkStart w:id="0" w:name="_GoBack"/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7C3BD931" wp14:editId="1F0822F7">
          <wp:simplePos x="0" y="0"/>
          <wp:positionH relativeFrom="column">
            <wp:posOffset>-901700</wp:posOffset>
          </wp:positionH>
          <wp:positionV relativeFrom="paragraph">
            <wp:posOffset>-1574165</wp:posOffset>
          </wp:positionV>
          <wp:extent cx="7560945" cy="10691495"/>
          <wp:effectExtent l="0" t="0" r="0" b="0"/>
          <wp:wrapNone/>
          <wp:docPr id="1" name="Bild 1" descr="SSD-20190718:Users:p.konietzny:Desktop:180814_BMBF_KopernikusProjekte_Briefbog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SD-20190718:Users:p.konietzny:Desktop:180814_BMBF_KopernikusProjekte_Briefbog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945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62B71" w14:textId="77777777" w:rsidR="00C20961" w:rsidRDefault="00C20961" w:rsidP="009356DF"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6322271" wp14:editId="1C60122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38085" cy="10662285"/>
          <wp:effectExtent l="0" t="0" r="5715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mit Pfeil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10662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3pt;height:80pt" o:bullet="t">
        <v:imagedata r:id="rId1" o:title="Bullet"/>
      </v:shape>
    </w:pict>
  </w:numPicBullet>
  <w:abstractNum w:abstractNumId="0">
    <w:nsid w:val="2979420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CB45071"/>
    <w:multiLevelType w:val="multilevel"/>
    <w:tmpl w:val="9C3E9DA0"/>
    <w:lvl w:ilvl="0">
      <w:start w:val="1"/>
      <w:numFmt w:val="bullet"/>
      <w:pStyle w:val="Aufzhlung"/>
      <w:lvlText w:val=""/>
      <w:lvlPicBulletId w:val="0"/>
      <w:lvlJc w:val="left"/>
      <w:pPr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305"/>
        </w:tabs>
        <w:ind w:left="454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681" w:hanging="227"/>
      </w:pPr>
      <w:rPr>
        <w:rFonts w:ascii="Symbol" w:hAnsi="Symbol" w:hint="default"/>
        <w:color w:val="auto"/>
      </w:rPr>
    </w:lvl>
    <w:lvl w:ilvl="3">
      <w:start w:val="1"/>
      <w:numFmt w:val="bullet"/>
      <w:lvlRestart w:val="0"/>
      <w:lvlText w:val=""/>
      <w:lvlPicBulletId w:val="0"/>
      <w:lvlJc w:val="left"/>
      <w:pPr>
        <w:ind w:left="908" w:hanging="227"/>
      </w:pPr>
      <w:rPr>
        <w:rFonts w:ascii="Symbol" w:hAnsi="Symbol" w:hint="default"/>
        <w:color w:val="auto"/>
      </w:rPr>
    </w:lvl>
    <w:lvl w:ilvl="4">
      <w:start w:val="1"/>
      <w:numFmt w:val="bullet"/>
      <w:lvlRestart w:val="0"/>
      <w:lvlText w:val=""/>
      <w:lvlPicBulletId w:val="0"/>
      <w:lvlJc w:val="left"/>
      <w:pPr>
        <w:tabs>
          <w:tab w:val="num" w:pos="4373"/>
        </w:tabs>
        <w:ind w:left="1135" w:hanging="227"/>
      </w:pPr>
      <w:rPr>
        <w:rFonts w:ascii="Symbol" w:hAnsi="Symbol" w:hint="default"/>
        <w:color w:val="auto"/>
      </w:rPr>
    </w:lvl>
    <w:lvl w:ilvl="5">
      <w:start w:val="1"/>
      <w:numFmt w:val="bullet"/>
      <w:lvlRestart w:val="0"/>
      <w:lvlText w:val=""/>
      <w:lvlPicBulletId w:val="0"/>
      <w:lvlJc w:val="left"/>
      <w:pPr>
        <w:ind w:left="1362" w:hanging="227"/>
      </w:pPr>
      <w:rPr>
        <w:rFonts w:ascii="Symbol" w:hAnsi="Symbol" w:hint="default"/>
        <w:color w:val="auto"/>
      </w:rPr>
    </w:lvl>
    <w:lvl w:ilvl="6">
      <w:start w:val="1"/>
      <w:numFmt w:val="bullet"/>
      <w:lvlRestart w:val="0"/>
      <w:lvlText w:val=""/>
      <w:lvlPicBulletId w:val="0"/>
      <w:lvlJc w:val="left"/>
      <w:pPr>
        <w:ind w:left="1589" w:hanging="227"/>
      </w:pPr>
      <w:rPr>
        <w:rFonts w:ascii="Symbol" w:hAnsi="Symbol" w:hint="default"/>
        <w:color w:val="auto"/>
      </w:rPr>
    </w:lvl>
    <w:lvl w:ilvl="7">
      <w:start w:val="1"/>
      <w:numFmt w:val="bullet"/>
      <w:lvlRestart w:val="0"/>
      <w:lvlText w:val=""/>
      <w:lvlPicBulletId w:val="0"/>
      <w:lvlJc w:val="left"/>
      <w:pPr>
        <w:ind w:left="1816" w:hanging="227"/>
      </w:pPr>
      <w:rPr>
        <w:rFonts w:ascii="Symbol" w:hAnsi="Symbol" w:hint="default"/>
        <w:color w:val="auto"/>
      </w:rPr>
    </w:lvl>
    <w:lvl w:ilvl="8">
      <w:start w:val="1"/>
      <w:numFmt w:val="bullet"/>
      <w:lvlRestart w:val="0"/>
      <w:lvlText w:val=""/>
      <w:lvlPicBulletId w:val="0"/>
      <w:lvlJc w:val="left"/>
      <w:pPr>
        <w:ind w:left="2043" w:hanging="227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EFF"/>
    <w:rsid w:val="000233FB"/>
    <w:rsid w:val="00081EFF"/>
    <w:rsid w:val="00111C37"/>
    <w:rsid w:val="00123B8F"/>
    <w:rsid w:val="00202902"/>
    <w:rsid w:val="00246143"/>
    <w:rsid w:val="002C1961"/>
    <w:rsid w:val="002E251B"/>
    <w:rsid w:val="004D6A1C"/>
    <w:rsid w:val="004E4EF0"/>
    <w:rsid w:val="00547067"/>
    <w:rsid w:val="00581EC3"/>
    <w:rsid w:val="005F17FE"/>
    <w:rsid w:val="006D2BD2"/>
    <w:rsid w:val="006F5359"/>
    <w:rsid w:val="0071744F"/>
    <w:rsid w:val="00753D14"/>
    <w:rsid w:val="0078153C"/>
    <w:rsid w:val="007C7F33"/>
    <w:rsid w:val="00825606"/>
    <w:rsid w:val="00895567"/>
    <w:rsid w:val="009356DF"/>
    <w:rsid w:val="009359AF"/>
    <w:rsid w:val="0098703D"/>
    <w:rsid w:val="00A621BA"/>
    <w:rsid w:val="00A74934"/>
    <w:rsid w:val="00A94EF3"/>
    <w:rsid w:val="00B17766"/>
    <w:rsid w:val="00B64DB3"/>
    <w:rsid w:val="00BA0770"/>
    <w:rsid w:val="00C20961"/>
    <w:rsid w:val="00C54D3A"/>
    <w:rsid w:val="00C746BF"/>
    <w:rsid w:val="00D64FF8"/>
    <w:rsid w:val="00DA51E9"/>
    <w:rsid w:val="00E03245"/>
    <w:rsid w:val="00E704A0"/>
    <w:rsid w:val="00F94AAE"/>
    <w:rsid w:val="00FA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D80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D64FF8"/>
    <w:pPr>
      <w:spacing w:after="0" w:line="30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eichen"/>
    <w:uiPriority w:val="9"/>
    <w:rsid w:val="004D6A1C"/>
    <w:pPr>
      <w:keepNext/>
      <w:keepLines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Absender Adressfeld"/>
    <w:link w:val="KeinLeerraumZeichen"/>
    <w:uiPriority w:val="1"/>
    <w:rsid w:val="00C20961"/>
    <w:pPr>
      <w:spacing w:after="0" w:line="160" w:lineRule="exact"/>
    </w:pPr>
    <w:rPr>
      <w:rFonts w:ascii="Arial" w:hAnsi="Arial"/>
      <w:sz w:val="14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4D6A1C"/>
    <w:rPr>
      <w:rFonts w:asciiTheme="majorHAnsi" w:eastAsiaTheme="majorEastAsia" w:hAnsiTheme="majorHAnsi" w:cstheme="majorBidi"/>
      <w:szCs w:val="32"/>
    </w:rPr>
  </w:style>
  <w:style w:type="paragraph" w:customStyle="1" w:styleId="Empfnger">
    <w:name w:val="Empfänger"/>
    <w:basedOn w:val="Standard"/>
    <w:link w:val="EmpfngerZchn"/>
    <w:rsid w:val="009356DF"/>
  </w:style>
  <w:style w:type="paragraph" w:customStyle="1" w:styleId="AbsenderInstitution">
    <w:name w:val="Absender Institution"/>
    <w:basedOn w:val="KeinLeerraum"/>
    <w:link w:val="AbsenderInstitutionZchn"/>
    <w:rsid w:val="004D6A1C"/>
    <w:pPr>
      <w:spacing w:line="200" w:lineRule="exact"/>
    </w:pPr>
    <w:rPr>
      <w:b/>
    </w:rPr>
  </w:style>
  <w:style w:type="character" w:customStyle="1" w:styleId="EmpfngerZchn">
    <w:name w:val="Empfänger Zchn"/>
    <w:basedOn w:val="berschrift1Zeichen"/>
    <w:link w:val="Empfnger"/>
    <w:rsid w:val="009356DF"/>
    <w:rPr>
      <w:rFonts w:ascii="Arial" w:eastAsiaTheme="majorEastAsia" w:hAnsi="Arial" w:cstheme="majorBidi"/>
      <w:szCs w:val="32"/>
    </w:rPr>
  </w:style>
  <w:style w:type="paragraph" w:customStyle="1" w:styleId="Absender">
    <w:name w:val="Absender"/>
    <w:basedOn w:val="AbsenderInstitution"/>
    <w:link w:val="AbsenderZchn"/>
    <w:rsid w:val="0098703D"/>
    <w:rPr>
      <w:b w:val="0"/>
    </w:rPr>
  </w:style>
  <w:style w:type="character" w:customStyle="1" w:styleId="KeinLeerraumZeichen">
    <w:name w:val="Kein Leerraum Zeichen"/>
    <w:aliases w:val="Absender Adressfeld Zeichen"/>
    <w:basedOn w:val="Absatzstandardschriftart"/>
    <w:link w:val="KeinLeerraum"/>
    <w:uiPriority w:val="1"/>
    <w:rsid w:val="00C20961"/>
    <w:rPr>
      <w:rFonts w:ascii="Arial" w:hAnsi="Arial"/>
      <w:sz w:val="14"/>
    </w:rPr>
  </w:style>
  <w:style w:type="character" w:customStyle="1" w:styleId="AbsenderInstitutionZchn">
    <w:name w:val="Absender Institution Zchn"/>
    <w:basedOn w:val="KeinLeerraumZeichen"/>
    <w:link w:val="AbsenderInstitution"/>
    <w:rsid w:val="004D6A1C"/>
    <w:rPr>
      <w:rFonts w:ascii="Arial" w:hAnsi="Arial"/>
      <w:b/>
      <w:sz w:val="14"/>
    </w:rPr>
  </w:style>
  <w:style w:type="paragraph" w:customStyle="1" w:styleId="Betreff">
    <w:name w:val="Betreff"/>
    <w:basedOn w:val="Standard"/>
    <w:link w:val="BetreffZchn"/>
    <w:rsid w:val="00C746BF"/>
    <w:rPr>
      <w:b/>
    </w:rPr>
  </w:style>
  <w:style w:type="character" w:customStyle="1" w:styleId="AbsenderZchn">
    <w:name w:val="Absender Zchn"/>
    <w:basedOn w:val="AbsenderInstitutionZchn"/>
    <w:link w:val="Absender"/>
    <w:rsid w:val="0098703D"/>
    <w:rPr>
      <w:rFonts w:ascii="Arial" w:hAnsi="Arial"/>
      <w:b w:val="0"/>
      <w:sz w:val="14"/>
    </w:rPr>
  </w:style>
  <w:style w:type="paragraph" w:styleId="Kopfzeile">
    <w:name w:val="header"/>
    <w:basedOn w:val="Standard"/>
    <w:link w:val="KopfzeileZeiche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BetreffZchn">
    <w:name w:val="Betreff Zchn"/>
    <w:basedOn w:val="Absatzstandardschriftart"/>
    <w:link w:val="Betreff"/>
    <w:rsid w:val="00C746BF"/>
    <w:rPr>
      <w:rFonts w:ascii="Arial" w:hAnsi="Arial"/>
      <w:b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8703D"/>
    <w:rPr>
      <w:rFonts w:ascii="Arial" w:hAnsi="Arial"/>
    </w:rPr>
  </w:style>
  <w:style w:type="paragraph" w:styleId="Fuzeile">
    <w:name w:val="footer"/>
    <w:basedOn w:val="Standard"/>
    <w:link w:val="FuzeileZeiche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8703D"/>
    <w:rPr>
      <w:rFonts w:ascii="Arial" w:hAnsi="Arial"/>
    </w:rPr>
  </w:style>
  <w:style w:type="table" w:styleId="Tabellenraster">
    <w:name w:val="Table Grid"/>
    <w:basedOn w:val="NormaleTabelle"/>
    <w:uiPriority w:val="39"/>
    <w:rsid w:val="00825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standardschriftart"/>
    <w:uiPriority w:val="99"/>
    <w:semiHidden/>
    <w:rsid w:val="00825606"/>
    <w:rPr>
      <w:color w:val="808080"/>
    </w:rPr>
  </w:style>
  <w:style w:type="paragraph" w:customStyle="1" w:styleId="Paginierung">
    <w:name w:val="Paginierung"/>
    <w:basedOn w:val="Standard"/>
    <w:link w:val="PaginierungZchn"/>
    <w:rsid w:val="00202902"/>
    <w:pPr>
      <w:spacing w:line="200" w:lineRule="exact"/>
      <w:ind w:left="7201"/>
    </w:pPr>
    <w:rPr>
      <w:sz w:val="16"/>
      <w:szCs w:val="16"/>
    </w:rPr>
  </w:style>
  <w:style w:type="character" w:customStyle="1" w:styleId="PaginierungZchn">
    <w:name w:val="Paginierung Zchn"/>
    <w:basedOn w:val="Absatzstandardschriftart"/>
    <w:link w:val="Paginierung"/>
    <w:rsid w:val="00202902"/>
    <w:rPr>
      <w:rFonts w:ascii="Arial" w:hAnsi="Arial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123B8F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123B8F"/>
    <w:rPr>
      <w:color w:val="605E5C"/>
      <w:shd w:val="clear" w:color="auto" w:fill="E1DFDD"/>
    </w:rPr>
  </w:style>
  <w:style w:type="paragraph" w:customStyle="1" w:styleId="Dokumenttitel">
    <w:name w:val="Dokumenttitel"/>
    <w:basedOn w:val="Standard"/>
    <w:link w:val="DokumenttitelZchn"/>
    <w:qFormat/>
    <w:rsid w:val="00581EC3"/>
    <w:rPr>
      <w:caps/>
      <w:spacing w:val="12"/>
      <w:sz w:val="18"/>
      <w:szCs w:val="16"/>
    </w:rPr>
  </w:style>
  <w:style w:type="paragraph" w:customStyle="1" w:styleId="Headline">
    <w:name w:val="Headline"/>
    <w:basedOn w:val="Standard"/>
    <w:link w:val="HeadlineZchn"/>
    <w:qFormat/>
    <w:rsid w:val="00D64FF8"/>
    <w:pPr>
      <w:spacing w:line="240" w:lineRule="auto"/>
    </w:pPr>
    <w:rPr>
      <w:b/>
      <w:sz w:val="36"/>
      <w:szCs w:val="36"/>
    </w:rPr>
  </w:style>
  <w:style w:type="character" w:customStyle="1" w:styleId="DokumenttitelZchn">
    <w:name w:val="Dokumenttitel Zchn"/>
    <w:basedOn w:val="Absatzstandardschriftart"/>
    <w:link w:val="Dokumenttitel"/>
    <w:rsid w:val="00581EC3"/>
    <w:rPr>
      <w:rFonts w:ascii="Arial" w:hAnsi="Arial"/>
      <w:caps/>
      <w:spacing w:val="12"/>
      <w:sz w:val="18"/>
      <w:szCs w:val="16"/>
    </w:rPr>
  </w:style>
  <w:style w:type="paragraph" w:customStyle="1" w:styleId="Subheadline">
    <w:name w:val="Subheadline"/>
    <w:basedOn w:val="Standard"/>
    <w:link w:val="SubheadlineZchn"/>
    <w:qFormat/>
    <w:rsid w:val="00D64FF8"/>
    <w:pPr>
      <w:spacing w:line="240" w:lineRule="auto"/>
    </w:pPr>
    <w:rPr>
      <w:b/>
      <w:sz w:val="28"/>
      <w:szCs w:val="28"/>
    </w:rPr>
  </w:style>
  <w:style w:type="character" w:customStyle="1" w:styleId="HeadlineZchn">
    <w:name w:val="Headline Zchn"/>
    <w:basedOn w:val="Absatzstandardschriftart"/>
    <w:link w:val="Headline"/>
    <w:rsid w:val="00D64FF8"/>
    <w:rPr>
      <w:rFonts w:ascii="Arial" w:hAnsi="Arial"/>
      <w:b/>
      <w:sz w:val="36"/>
      <w:szCs w:val="36"/>
    </w:rPr>
  </w:style>
  <w:style w:type="paragraph" w:customStyle="1" w:styleId="Headline3">
    <w:name w:val="Headline 3"/>
    <w:basedOn w:val="Standard"/>
    <w:link w:val="Headline3Zchn"/>
    <w:rsid w:val="00D64FF8"/>
    <w:rPr>
      <w:b/>
    </w:rPr>
  </w:style>
  <w:style w:type="character" w:customStyle="1" w:styleId="SubheadlineZchn">
    <w:name w:val="Subheadline Zchn"/>
    <w:basedOn w:val="Absatzstandardschriftart"/>
    <w:link w:val="Subheadline"/>
    <w:rsid w:val="00D64FF8"/>
    <w:rPr>
      <w:rFonts w:ascii="Arial" w:hAnsi="Arial"/>
      <w:b/>
      <w:sz w:val="28"/>
      <w:szCs w:val="28"/>
    </w:rPr>
  </w:style>
  <w:style w:type="paragraph" w:customStyle="1" w:styleId="Flietextfett">
    <w:name w:val="Fließtext fett"/>
    <w:basedOn w:val="Headline3"/>
    <w:link w:val="FlietextfettZchn"/>
    <w:qFormat/>
    <w:rsid w:val="00D64FF8"/>
  </w:style>
  <w:style w:type="character" w:customStyle="1" w:styleId="Headline3Zchn">
    <w:name w:val="Headline 3 Zchn"/>
    <w:basedOn w:val="Absatzstandardschriftart"/>
    <w:link w:val="Headline3"/>
    <w:rsid w:val="00D64FF8"/>
    <w:rPr>
      <w:rFonts w:ascii="Arial" w:hAnsi="Arial"/>
      <w:b/>
    </w:rPr>
  </w:style>
  <w:style w:type="paragraph" w:styleId="Listenabsatz">
    <w:name w:val="List Paragraph"/>
    <w:basedOn w:val="Standard"/>
    <w:link w:val="ListenabsatzZeichen"/>
    <w:uiPriority w:val="34"/>
    <w:rsid w:val="005F17FE"/>
    <w:pPr>
      <w:ind w:left="720"/>
      <w:contextualSpacing/>
    </w:pPr>
  </w:style>
  <w:style w:type="character" w:customStyle="1" w:styleId="FlietextfettZchn">
    <w:name w:val="Fließtext fett Zchn"/>
    <w:basedOn w:val="Headline3Zchn"/>
    <w:link w:val="Flietextfett"/>
    <w:rsid w:val="00D64FF8"/>
    <w:rPr>
      <w:rFonts w:ascii="Arial" w:hAnsi="Arial"/>
      <w:b/>
    </w:rPr>
  </w:style>
  <w:style w:type="paragraph" w:customStyle="1" w:styleId="Aufzhlung">
    <w:name w:val="Aufzählung"/>
    <w:basedOn w:val="Listenabsatz"/>
    <w:link w:val="AufzhlungZchn"/>
    <w:qFormat/>
    <w:rsid w:val="002E251B"/>
    <w:pPr>
      <w:numPr>
        <w:numId w:val="3"/>
      </w:numPr>
    </w:pPr>
  </w:style>
  <w:style w:type="character" w:customStyle="1" w:styleId="ListenabsatzZeichen">
    <w:name w:val="Listenabsatz Zeichen"/>
    <w:basedOn w:val="Absatzstandardschriftart"/>
    <w:link w:val="Listenabsatz"/>
    <w:uiPriority w:val="34"/>
    <w:rsid w:val="002E251B"/>
    <w:rPr>
      <w:rFonts w:ascii="Arial" w:hAnsi="Arial"/>
    </w:rPr>
  </w:style>
  <w:style w:type="character" w:customStyle="1" w:styleId="AufzhlungZchn">
    <w:name w:val="Aufzählung Zchn"/>
    <w:basedOn w:val="ListenabsatzZeichen"/>
    <w:link w:val="Aufzhlung"/>
    <w:rsid w:val="002E251B"/>
    <w:rPr>
      <w:rFonts w:ascii="Arial" w:hAnsi="Arial"/>
    </w:rPr>
  </w:style>
  <w:style w:type="paragraph" w:customStyle="1" w:styleId="Abbinderfett">
    <w:name w:val="Abbinder fett"/>
    <w:basedOn w:val="Standard"/>
    <w:link w:val="AbbinderfettZchn"/>
    <w:qFormat/>
    <w:rsid w:val="00581EC3"/>
    <w:pPr>
      <w:spacing w:line="260" w:lineRule="exact"/>
    </w:pPr>
    <w:rPr>
      <w:b/>
      <w:sz w:val="18"/>
      <w:szCs w:val="18"/>
    </w:rPr>
  </w:style>
  <w:style w:type="paragraph" w:customStyle="1" w:styleId="Abbinder">
    <w:name w:val="Abbinder"/>
    <w:basedOn w:val="Standard"/>
    <w:link w:val="AbbinderZchn"/>
    <w:qFormat/>
    <w:rsid w:val="00581EC3"/>
    <w:pPr>
      <w:spacing w:line="260" w:lineRule="exact"/>
    </w:pPr>
    <w:rPr>
      <w:sz w:val="18"/>
      <w:szCs w:val="18"/>
    </w:rPr>
  </w:style>
  <w:style w:type="character" w:customStyle="1" w:styleId="AbbinderfettZchn">
    <w:name w:val="Abbinder fett Zchn"/>
    <w:basedOn w:val="Absatzstandardschriftart"/>
    <w:link w:val="Abbinderfett"/>
    <w:rsid w:val="00581EC3"/>
    <w:rPr>
      <w:rFonts w:ascii="Arial" w:hAnsi="Arial"/>
      <w:b/>
      <w:sz w:val="18"/>
      <w:szCs w:val="18"/>
    </w:rPr>
  </w:style>
  <w:style w:type="character" w:customStyle="1" w:styleId="AbbinderZchn">
    <w:name w:val="Abbinder Zchn"/>
    <w:basedOn w:val="Absatzstandardschriftart"/>
    <w:link w:val="Abbinder"/>
    <w:rsid w:val="00581EC3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D64FF8"/>
    <w:pPr>
      <w:spacing w:after="0" w:line="30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eichen"/>
    <w:uiPriority w:val="9"/>
    <w:rsid w:val="004D6A1C"/>
    <w:pPr>
      <w:keepNext/>
      <w:keepLines/>
      <w:outlineLvl w:val="0"/>
    </w:pPr>
    <w:rPr>
      <w:rFonts w:asciiTheme="majorHAnsi" w:eastAsiaTheme="majorEastAsia" w:hAnsiTheme="majorHAnsi" w:cstheme="majorBidi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Absender Adressfeld"/>
    <w:link w:val="KeinLeerraumZeichen"/>
    <w:uiPriority w:val="1"/>
    <w:rsid w:val="00C20961"/>
    <w:pPr>
      <w:spacing w:after="0" w:line="160" w:lineRule="exact"/>
    </w:pPr>
    <w:rPr>
      <w:rFonts w:ascii="Arial" w:hAnsi="Arial"/>
      <w:sz w:val="14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4D6A1C"/>
    <w:rPr>
      <w:rFonts w:asciiTheme="majorHAnsi" w:eastAsiaTheme="majorEastAsia" w:hAnsiTheme="majorHAnsi" w:cstheme="majorBidi"/>
      <w:szCs w:val="32"/>
    </w:rPr>
  </w:style>
  <w:style w:type="paragraph" w:customStyle="1" w:styleId="Empfnger">
    <w:name w:val="Empfänger"/>
    <w:basedOn w:val="Standard"/>
    <w:link w:val="EmpfngerZchn"/>
    <w:rsid w:val="009356DF"/>
  </w:style>
  <w:style w:type="paragraph" w:customStyle="1" w:styleId="AbsenderInstitution">
    <w:name w:val="Absender Institution"/>
    <w:basedOn w:val="KeinLeerraum"/>
    <w:link w:val="AbsenderInstitutionZchn"/>
    <w:rsid w:val="004D6A1C"/>
    <w:pPr>
      <w:spacing w:line="200" w:lineRule="exact"/>
    </w:pPr>
    <w:rPr>
      <w:b/>
    </w:rPr>
  </w:style>
  <w:style w:type="character" w:customStyle="1" w:styleId="EmpfngerZchn">
    <w:name w:val="Empfänger Zchn"/>
    <w:basedOn w:val="berschrift1Zeichen"/>
    <w:link w:val="Empfnger"/>
    <w:rsid w:val="009356DF"/>
    <w:rPr>
      <w:rFonts w:ascii="Arial" w:eastAsiaTheme="majorEastAsia" w:hAnsi="Arial" w:cstheme="majorBidi"/>
      <w:szCs w:val="32"/>
    </w:rPr>
  </w:style>
  <w:style w:type="paragraph" w:customStyle="1" w:styleId="Absender">
    <w:name w:val="Absender"/>
    <w:basedOn w:val="AbsenderInstitution"/>
    <w:link w:val="AbsenderZchn"/>
    <w:rsid w:val="0098703D"/>
    <w:rPr>
      <w:b w:val="0"/>
    </w:rPr>
  </w:style>
  <w:style w:type="character" w:customStyle="1" w:styleId="KeinLeerraumZeichen">
    <w:name w:val="Kein Leerraum Zeichen"/>
    <w:aliases w:val="Absender Adressfeld Zeichen"/>
    <w:basedOn w:val="Absatzstandardschriftart"/>
    <w:link w:val="KeinLeerraum"/>
    <w:uiPriority w:val="1"/>
    <w:rsid w:val="00C20961"/>
    <w:rPr>
      <w:rFonts w:ascii="Arial" w:hAnsi="Arial"/>
      <w:sz w:val="14"/>
    </w:rPr>
  </w:style>
  <w:style w:type="character" w:customStyle="1" w:styleId="AbsenderInstitutionZchn">
    <w:name w:val="Absender Institution Zchn"/>
    <w:basedOn w:val="KeinLeerraumZeichen"/>
    <w:link w:val="AbsenderInstitution"/>
    <w:rsid w:val="004D6A1C"/>
    <w:rPr>
      <w:rFonts w:ascii="Arial" w:hAnsi="Arial"/>
      <w:b/>
      <w:sz w:val="14"/>
    </w:rPr>
  </w:style>
  <w:style w:type="paragraph" w:customStyle="1" w:styleId="Betreff">
    <w:name w:val="Betreff"/>
    <w:basedOn w:val="Standard"/>
    <w:link w:val="BetreffZchn"/>
    <w:rsid w:val="00C746BF"/>
    <w:rPr>
      <w:b/>
    </w:rPr>
  </w:style>
  <w:style w:type="character" w:customStyle="1" w:styleId="AbsenderZchn">
    <w:name w:val="Absender Zchn"/>
    <w:basedOn w:val="AbsenderInstitutionZchn"/>
    <w:link w:val="Absender"/>
    <w:rsid w:val="0098703D"/>
    <w:rPr>
      <w:rFonts w:ascii="Arial" w:hAnsi="Arial"/>
      <w:b w:val="0"/>
      <w:sz w:val="14"/>
    </w:rPr>
  </w:style>
  <w:style w:type="paragraph" w:styleId="Kopfzeile">
    <w:name w:val="header"/>
    <w:basedOn w:val="Standard"/>
    <w:link w:val="KopfzeileZeiche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BetreffZchn">
    <w:name w:val="Betreff Zchn"/>
    <w:basedOn w:val="Absatzstandardschriftart"/>
    <w:link w:val="Betreff"/>
    <w:rsid w:val="00C746BF"/>
    <w:rPr>
      <w:rFonts w:ascii="Arial" w:hAnsi="Arial"/>
      <w:b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8703D"/>
    <w:rPr>
      <w:rFonts w:ascii="Arial" w:hAnsi="Arial"/>
    </w:rPr>
  </w:style>
  <w:style w:type="paragraph" w:styleId="Fuzeile">
    <w:name w:val="footer"/>
    <w:basedOn w:val="Standard"/>
    <w:link w:val="FuzeileZeichen"/>
    <w:uiPriority w:val="99"/>
    <w:unhideWhenUsed/>
    <w:rsid w:val="009870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8703D"/>
    <w:rPr>
      <w:rFonts w:ascii="Arial" w:hAnsi="Arial"/>
    </w:rPr>
  </w:style>
  <w:style w:type="table" w:styleId="Tabellenraster">
    <w:name w:val="Table Grid"/>
    <w:basedOn w:val="NormaleTabelle"/>
    <w:uiPriority w:val="39"/>
    <w:rsid w:val="00825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standardschriftart"/>
    <w:uiPriority w:val="99"/>
    <w:semiHidden/>
    <w:rsid w:val="00825606"/>
    <w:rPr>
      <w:color w:val="808080"/>
    </w:rPr>
  </w:style>
  <w:style w:type="paragraph" w:customStyle="1" w:styleId="Paginierung">
    <w:name w:val="Paginierung"/>
    <w:basedOn w:val="Standard"/>
    <w:link w:val="PaginierungZchn"/>
    <w:rsid w:val="00202902"/>
    <w:pPr>
      <w:spacing w:line="200" w:lineRule="exact"/>
      <w:ind w:left="7201"/>
    </w:pPr>
    <w:rPr>
      <w:sz w:val="16"/>
      <w:szCs w:val="16"/>
    </w:rPr>
  </w:style>
  <w:style w:type="character" w:customStyle="1" w:styleId="PaginierungZchn">
    <w:name w:val="Paginierung Zchn"/>
    <w:basedOn w:val="Absatzstandardschriftart"/>
    <w:link w:val="Paginierung"/>
    <w:rsid w:val="00202902"/>
    <w:rPr>
      <w:rFonts w:ascii="Arial" w:hAnsi="Arial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123B8F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123B8F"/>
    <w:rPr>
      <w:color w:val="605E5C"/>
      <w:shd w:val="clear" w:color="auto" w:fill="E1DFDD"/>
    </w:rPr>
  </w:style>
  <w:style w:type="paragraph" w:customStyle="1" w:styleId="Dokumenttitel">
    <w:name w:val="Dokumenttitel"/>
    <w:basedOn w:val="Standard"/>
    <w:link w:val="DokumenttitelZchn"/>
    <w:qFormat/>
    <w:rsid w:val="00581EC3"/>
    <w:rPr>
      <w:caps/>
      <w:spacing w:val="12"/>
      <w:sz w:val="18"/>
      <w:szCs w:val="16"/>
    </w:rPr>
  </w:style>
  <w:style w:type="paragraph" w:customStyle="1" w:styleId="Headline">
    <w:name w:val="Headline"/>
    <w:basedOn w:val="Standard"/>
    <w:link w:val="HeadlineZchn"/>
    <w:qFormat/>
    <w:rsid w:val="00D64FF8"/>
    <w:pPr>
      <w:spacing w:line="240" w:lineRule="auto"/>
    </w:pPr>
    <w:rPr>
      <w:b/>
      <w:sz w:val="36"/>
      <w:szCs w:val="36"/>
    </w:rPr>
  </w:style>
  <w:style w:type="character" w:customStyle="1" w:styleId="DokumenttitelZchn">
    <w:name w:val="Dokumenttitel Zchn"/>
    <w:basedOn w:val="Absatzstandardschriftart"/>
    <w:link w:val="Dokumenttitel"/>
    <w:rsid w:val="00581EC3"/>
    <w:rPr>
      <w:rFonts w:ascii="Arial" w:hAnsi="Arial"/>
      <w:caps/>
      <w:spacing w:val="12"/>
      <w:sz w:val="18"/>
      <w:szCs w:val="16"/>
    </w:rPr>
  </w:style>
  <w:style w:type="paragraph" w:customStyle="1" w:styleId="Subheadline">
    <w:name w:val="Subheadline"/>
    <w:basedOn w:val="Standard"/>
    <w:link w:val="SubheadlineZchn"/>
    <w:qFormat/>
    <w:rsid w:val="00D64FF8"/>
    <w:pPr>
      <w:spacing w:line="240" w:lineRule="auto"/>
    </w:pPr>
    <w:rPr>
      <w:b/>
      <w:sz w:val="28"/>
      <w:szCs w:val="28"/>
    </w:rPr>
  </w:style>
  <w:style w:type="character" w:customStyle="1" w:styleId="HeadlineZchn">
    <w:name w:val="Headline Zchn"/>
    <w:basedOn w:val="Absatzstandardschriftart"/>
    <w:link w:val="Headline"/>
    <w:rsid w:val="00D64FF8"/>
    <w:rPr>
      <w:rFonts w:ascii="Arial" w:hAnsi="Arial"/>
      <w:b/>
      <w:sz w:val="36"/>
      <w:szCs w:val="36"/>
    </w:rPr>
  </w:style>
  <w:style w:type="paragraph" w:customStyle="1" w:styleId="Headline3">
    <w:name w:val="Headline 3"/>
    <w:basedOn w:val="Standard"/>
    <w:link w:val="Headline3Zchn"/>
    <w:rsid w:val="00D64FF8"/>
    <w:rPr>
      <w:b/>
    </w:rPr>
  </w:style>
  <w:style w:type="character" w:customStyle="1" w:styleId="SubheadlineZchn">
    <w:name w:val="Subheadline Zchn"/>
    <w:basedOn w:val="Absatzstandardschriftart"/>
    <w:link w:val="Subheadline"/>
    <w:rsid w:val="00D64FF8"/>
    <w:rPr>
      <w:rFonts w:ascii="Arial" w:hAnsi="Arial"/>
      <w:b/>
      <w:sz w:val="28"/>
      <w:szCs w:val="28"/>
    </w:rPr>
  </w:style>
  <w:style w:type="paragraph" w:customStyle="1" w:styleId="Flietextfett">
    <w:name w:val="Fließtext fett"/>
    <w:basedOn w:val="Headline3"/>
    <w:link w:val="FlietextfettZchn"/>
    <w:qFormat/>
    <w:rsid w:val="00D64FF8"/>
  </w:style>
  <w:style w:type="character" w:customStyle="1" w:styleId="Headline3Zchn">
    <w:name w:val="Headline 3 Zchn"/>
    <w:basedOn w:val="Absatzstandardschriftart"/>
    <w:link w:val="Headline3"/>
    <w:rsid w:val="00D64FF8"/>
    <w:rPr>
      <w:rFonts w:ascii="Arial" w:hAnsi="Arial"/>
      <w:b/>
    </w:rPr>
  </w:style>
  <w:style w:type="paragraph" w:styleId="Listenabsatz">
    <w:name w:val="List Paragraph"/>
    <w:basedOn w:val="Standard"/>
    <w:link w:val="ListenabsatzZeichen"/>
    <w:uiPriority w:val="34"/>
    <w:rsid w:val="005F17FE"/>
    <w:pPr>
      <w:ind w:left="720"/>
      <w:contextualSpacing/>
    </w:pPr>
  </w:style>
  <w:style w:type="character" w:customStyle="1" w:styleId="FlietextfettZchn">
    <w:name w:val="Fließtext fett Zchn"/>
    <w:basedOn w:val="Headline3Zchn"/>
    <w:link w:val="Flietextfett"/>
    <w:rsid w:val="00D64FF8"/>
    <w:rPr>
      <w:rFonts w:ascii="Arial" w:hAnsi="Arial"/>
      <w:b/>
    </w:rPr>
  </w:style>
  <w:style w:type="paragraph" w:customStyle="1" w:styleId="Aufzhlung">
    <w:name w:val="Aufzählung"/>
    <w:basedOn w:val="Listenabsatz"/>
    <w:link w:val="AufzhlungZchn"/>
    <w:qFormat/>
    <w:rsid w:val="002E251B"/>
    <w:pPr>
      <w:numPr>
        <w:numId w:val="3"/>
      </w:numPr>
    </w:pPr>
  </w:style>
  <w:style w:type="character" w:customStyle="1" w:styleId="ListenabsatzZeichen">
    <w:name w:val="Listenabsatz Zeichen"/>
    <w:basedOn w:val="Absatzstandardschriftart"/>
    <w:link w:val="Listenabsatz"/>
    <w:uiPriority w:val="34"/>
    <w:rsid w:val="002E251B"/>
    <w:rPr>
      <w:rFonts w:ascii="Arial" w:hAnsi="Arial"/>
    </w:rPr>
  </w:style>
  <w:style w:type="character" w:customStyle="1" w:styleId="AufzhlungZchn">
    <w:name w:val="Aufzählung Zchn"/>
    <w:basedOn w:val="ListenabsatzZeichen"/>
    <w:link w:val="Aufzhlung"/>
    <w:rsid w:val="002E251B"/>
    <w:rPr>
      <w:rFonts w:ascii="Arial" w:hAnsi="Arial"/>
    </w:rPr>
  </w:style>
  <w:style w:type="paragraph" w:customStyle="1" w:styleId="Abbinderfett">
    <w:name w:val="Abbinder fett"/>
    <w:basedOn w:val="Standard"/>
    <w:link w:val="AbbinderfettZchn"/>
    <w:qFormat/>
    <w:rsid w:val="00581EC3"/>
    <w:pPr>
      <w:spacing w:line="260" w:lineRule="exact"/>
    </w:pPr>
    <w:rPr>
      <w:b/>
      <w:sz w:val="18"/>
      <w:szCs w:val="18"/>
    </w:rPr>
  </w:style>
  <w:style w:type="paragraph" w:customStyle="1" w:styleId="Abbinder">
    <w:name w:val="Abbinder"/>
    <w:basedOn w:val="Standard"/>
    <w:link w:val="AbbinderZchn"/>
    <w:qFormat/>
    <w:rsid w:val="00581EC3"/>
    <w:pPr>
      <w:spacing w:line="260" w:lineRule="exact"/>
    </w:pPr>
    <w:rPr>
      <w:sz w:val="18"/>
      <w:szCs w:val="18"/>
    </w:rPr>
  </w:style>
  <w:style w:type="character" w:customStyle="1" w:styleId="AbbinderfettZchn">
    <w:name w:val="Abbinder fett Zchn"/>
    <w:basedOn w:val="Absatzstandardschriftart"/>
    <w:link w:val="Abbinderfett"/>
    <w:rsid w:val="00581EC3"/>
    <w:rPr>
      <w:rFonts w:ascii="Arial" w:hAnsi="Arial"/>
      <w:b/>
      <w:sz w:val="18"/>
      <w:szCs w:val="18"/>
    </w:rPr>
  </w:style>
  <w:style w:type="character" w:customStyle="1" w:styleId="AbbinderZchn">
    <w:name w:val="Abbinder Zchn"/>
    <w:basedOn w:val="Absatzstandardschriftart"/>
    <w:link w:val="Abbinder"/>
    <w:rsid w:val="00581EC3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SD-20190718:Users:p.konietzny:Desktop:Kopernikus:Vorlagen:180820_BMBF_KopernikusProjekte_Pressemitteil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180820_BMBF_KopernikusProjekte_Pressemitteilung.dotx</Template>
  <TotalTime>0</TotalTime>
  <Pages>1</Pages>
  <Words>234</Words>
  <Characters>1478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Konietzny</dc:creator>
  <cp:keywords/>
  <dc:description/>
  <cp:lastModifiedBy>Peter Konietzny</cp:lastModifiedBy>
  <cp:revision>2</cp:revision>
  <cp:lastPrinted>2018-08-17T12:55:00Z</cp:lastPrinted>
  <dcterms:created xsi:type="dcterms:W3CDTF">2020-07-09T15:08:00Z</dcterms:created>
  <dcterms:modified xsi:type="dcterms:W3CDTF">2020-07-10T07:52:00Z</dcterms:modified>
</cp:coreProperties>
</file>